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5A" w:rsidRPr="001D44EE" w:rsidRDefault="0075365A" w:rsidP="00197B7C">
      <w:pPr>
        <w:ind w:left="6663"/>
        <w:jc w:val="right"/>
        <w:rPr>
          <w:szCs w:val="26"/>
          <w:lang w:val="en-US"/>
        </w:rPr>
      </w:pPr>
    </w:p>
    <w:p w:rsidR="0075365A" w:rsidRDefault="0075365A" w:rsidP="00E95A9E">
      <w:pPr>
        <w:jc w:val="right"/>
        <w:rPr>
          <w:szCs w:val="26"/>
        </w:rPr>
      </w:pPr>
      <w:r>
        <w:rPr>
          <w:szCs w:val="26"/>
        </w:rPr>
        <w:t xml:space="preserve"> </w:t>
      </w:r>
    </w:p>
    <w:p w:rsidR="0075365A" w:rsidRPr="001D44EE" w:rsidRDefault="0075365A" w:rsidP="00E95A9E">
      <w:pPr>
        <w:jc w:val="right"/>
        <w:rPr>
          <w:szCs w:val="26"/>
          <w:lang w:val="en-US"/>
        </w:rPr>
      </w:pPr>
    </w:p>
    <w:p w:rsidR="0075365A" w:rsidRPr="001D44EE" w:rsidRDefault="0075365A" w:rsidP="00E95A9E">
      <w:pPr>
        <w:jc w:val="right"/>
        <w:rPr>
          <w:szCs w:val="26"/>
          <w:lang w:val="en-US"/>
        </w:rPr>
      </w:pPr>
    </w:p>
    <w:p w:rsidR="0075365A" w:rsidRDefault="0075365A" w:rsidP="00197B7C">
      <w:pPr>
        <w:ind w:left="6663"/>
        <w:jc w:val="right"/>
        <w:rPr>
          <w:szCs w:val="26"/>
        </w:rPr>
      </w:pPr>
    </w:p>
    <w:p w:rsidR="0075365A" w:rsidRDefault="0075365A" w:rsidP="00197B7C">
      <w:pPr>
        <w:ind w:left="6663"/>
        <w:jc w:val="right"/>
        <w:rPr>
          <w:szCs w:val="26"/>
        </w:rPr>
      </w:pPr>
    </w:p>
    <w:p w:rsidR="0075365A" w:rsidRDefault="0075365A" w:rsidP="00197B7C">
      <w:pPr>
        <w:ind w:left="6663"/>
        <w:jc w:val="right"/>
        <w:rPr>
          <w:szCs w:val="26"/>
        </w:rPr>
      </w:pPr>
    </w:p>
    <w:p w:rsidR="0075365A" w:rsidRDefault="0075365A" w:rsidP="00197B7C">
      <w:pPr>
        <w:ind w:left="6663"/>
        <w:jc w:val="right"/>
        <w:rPr>
          <w:szCs w:val="26"/>
        </w:rPr>
      </w:pPr>
    </w:p>
    <w:p w:rsidR="0075365A" w:rsidRDefault="0075365A" w:rsidP="00372BD4">
      <w:pPr>
        <w:ind w:left="8496"/>
        <w:jc w:val="both"/>
        <w:rPr>
          <w:szCs w:val="26"/>
        </w:rPr>
      </w:pPr>
    </w:p>
    <w:p w:rsidR="0075365A" w:rsidRDefault="0075365A" w:rsidP="00372BD4">
      <w:pPr>
        <w:ind w:left="8496"/>
        <w:jc w:val="both"/>
        <w:rPr>
          <w:szCs w:val="26"/>
        </w:rPr>
      </w:pPr>
    </w:p>
    <w:p w:rsidR="0075365A" w:rsidRPr="001D44EE" w:rsidRDefault="0075365A" w:rsidP="00E95A9E">
      <w:pPr>
        <w:jc w:val="right"/>
        <w:rPr>
          <w:szCs w:val="26"/>
          <w:lang w:val="en-US"/>
        </w:rPr>
      </w:pPr>
    </w:p>
    <w:p w:rsidR="0075365A" w:rsidRDefault="0075365A" w:rsidP="000D49FA">
      <w:pPr>
        <w:spacing w:line="480" w:lineRule="auto"/>
        <w:ind w:left="8496"/>
        <w:jc w:val="both"/>
        <w:rPr>
          <w:szCs w:val="26"/>
        </w:rPr>
      </w:pPr>
    </w:p>
    <w:tbl>
      <w:tblPr>
        <w:tblW w:w="0" w:type="auto"/>
        <w:tblLook w:val="00A0"/>
      </w:tblPr>
      <w:tblGrid>
        <w:gridCol w:w="4361"/>
      </w:tblGrid>
      <w:tr w:rsidR="0075365A" w:rsidTr="004F149F">
        <w:tc>
          <w:tcPr>
            <w:tcW w:w="4361" w:type="dxa"/>
          </w:tcPr>
          <w:p w:rsidR="0075365A" w:rsidRDefault="0075365A" w:rsidP="00385685">
            <w:pPr>
              <w:ind w:right="176"/>
              <w:jc w:val="both"/>
            </w:pPr>
          </w:p>
          <w:p w:rsidR="0075365A" w:rsidRDefault="0075365A" w:rsidP="00385685">
            <w:pPr>
              <w:ind w:right="176"/>
              <w:jc w:val="both"/>
            </w:pPr>
            <w:r>
              <w:t>О внесении в порядке законод</w:t>
            </w:r>
            <w:r>
              <w:t>а</w:t>
            </w:r>
            <w:r>
              <w:t>тельной инициативы в Государс</w:t>
            </w:r>
            <w:r>
              <w:t>т</w:t>
            </w:r>
            <w:r>
              <w:t>венную Думу Федерального Со</w:t>
            </w:r>
            <w:r>
              <w:t>б</w:t>
            </w:r>
            <w:r>
              <w:t>рания Российской Федерации пр</w:t>
            </w:r>
            <w:r>
              <w:t>о</w:t>
            </w:r>
            <w:r>
              <w:t>екта федерального закона «О вн</w:t>
            </w:r>
            <w:r>
              <w:t>е</w:t>
            </w:r>
            <w:r>
              <w:t>сении изменений в Федеральный закон «О миграционном учете ин</w:t>
            </w:r>
            <w:r>
              <w:t>о</w:t>
            </w:r>
            <w:r>
              <w:t>странных граждан и лиц без гра</w:t>
            </w:r>
            <w:r>
              <w:t>ж</w:t>
            </w:r>
            <w:r>
              <w:t>данства в Российской Федерации»</w:t>
            </w:r>
          </w:p>
        </w:tc>
      </w:tr>
    </w:tbl>
    <w:p w:rsidR="0075365A" w:rsidRDefault="0075365A" w:rsidP="00372BD4">
      <w:pPr>
        <w:jc w:val="both"/>
      </w:pPr>
    </w:p>
    <w:p w:rsidR="0075365A" w:rsidRDefault="0075365A" w:rsidP="00372BD4">
      <w:pPr>
        <w:jc w:val="both"/>
      </w:pPr>
    </w:p>
    <w:p w:rsidR="0075365A" w:rsidRDefault="0075365A" w:rsidP="00372BD4">
      <w:pPr>
        <w:jc w:val="both"/>
      </w:pPr>
    </w:p>
    <w:p w:rsidR="0075365A" w:rsidRDefault="0075365A" w:rsidP="00372BD4">
      <w:pPr>
        <w:spacing w:line="360" w:lineRule="auto"/>
        <w:jc w:val="both"/>
      </w:pPr>
      <w:r>
        <w:tab/>
        <w:t xml:space="preserve">В соответствии с частью 1 статьи 104 Конституции Российской Федерации </w:t>
      </w:r>
      <w:r>
        <w:br/>
        <w:t>Законодательное Собрание Челябинской области ПОСТАНОВЛЯЕТ:</w:t>
      </w:r>
    </w:p>
    <w:p w:rsidR="0075365A" w:rsidRDefault="0075365A" w:rsidP="00372BD4">
      <w:pPr>
        <w:spacing w:line="360" w:lineRule="auto"/>
        <w:jc w:val="both"/>
      </w:pPr>
    </w:p>
    <w:p w:rsidR="0075365A" w:rsidRDefault="0075365A" w:rsidP="00EC3A68">
      <w:pPr>
        <w:spacing w:line="360" w:lineRule="auto"/>
        <w:ind w:firstLine="540"/>
        <w:jc w:val="both"/>
        <w:rPr>
          <w:spacing w:val="-6"/>
          <w:szCs w:val="26"/>
        </w:rPr>
      </w:pPr>
      <w:r>
        <w:rPr>
          <w:spacing w:val="-6"/>
          <w:szCs w:val="26"/>
        </w:rPr>
        <w:t>1. Внести в порядке законодательной инициативы в Государственную Думу Фед</w:t>
      </w:r>
      <w:r>
        <w:rPr>
          <w:spacing w:val="-6"/>
          <w:szCs w:val="26"/>
        </w:rPr>
        <w:t>е</w:t>
      </w:r>
      <w:r>
        <w:rPr>
          <w:spacing w:val="-6"/>
          <w:szCs w:val="26"/>
        </w:rPr>
        <w:t>рального Собрания Российской Федерации проект федерального закона «О внесении и</w:t>
      </w:r>
      <w:r>
        <w:rPr>
          <w:spacing w:val="-6"/>
          <w:szCs w:val="26"/>
        </w:rPr>
        <w:t>з</w:t>
      </w:r>
      <w:r>
        <w:rPr>
          <w:spacing w:val="-6"/>
          <w:szCs w:val="26"/>
        </w:rPr>
        <w:t>менений в Федеральный закон «О миграционном учете иностранных граждан и лиц без гражданства в Российской Федерации».</w:t>
      </w:r>
    </w:p>
    <w:p w:rsidR="0075365A" w:rsidRDefault="0075365A" w:rsidP="00EC3A68">
      <w:pPr>
        <w:overflowPunct/>
        <w:spacing w:line="360" w:lineRule="auto"/>
        <w:ind w:firstLine="540"/>
        <w:jc w:val="both"/>
        <w:rPr>
          <w:szCs w:val="26"/>
          <w:lang w:eastAsia="en-US"/>
        </w:rPr>
      </w:pPr>
      <w:r>
        <w:rPr>
          <w:szCs w:val="26"/>
          <w:lang w:eastAsia="en-US"/>
        </w:rPr>
        <w:t>2. Просить депутатов Государственной Думы Федерального Собрания Росси</w:t>
      </w:r>
      <w:r>
        <w:rPr>
          <w:szCs w:val="26"/>
          <w:lang w:eastAsia="en-US"/>
        </w:rPr>
        <w:t>й</w:t>
      </w:r>
      <w:r>
        <w:rPr>
          <w:szCs w:val="26"/>
          <w:lang w:eastAsia="en-US"/>
        </w:rPr>
        <w:t>ской Федерации, избранных от Челябинской области, поддержать указанный проект федерального закона.</w:t>
      </w:r>
    </w:p>
    <w:p w:rsidR="0075365A" w:rsidRDefault="0075365A" w:rsidP="00EC3A68">
      <w:pPr>
        <w:overflowPunct/>
        <w:spacing w:line="360" w:lineRule="auto"/>
        <w:ind w:firstLine="540"/>
        <w:jc w:val="both"/>
        <w:rPr>
          <w:szCs w:val="26"/>
          <w:lang w:eastAsia="en-US"/>
        </w:rPr>
      </w:pPr>
      <w:r>
        <w:rPr>
          <w:szCs w:val="26"/>
          <w:lang w:eastAsia="en-US"/>
        </w:rPr>
        <w:t>3. Поручить депутату Законодательного Собрания Челябинской области М</w:t>
      </w:r>
      <w:r>
        <w:rPr>
          <w:szCs w:val="26"/>
          <w:lang w:eastAsia="en-US"/>
        </w:rPr>
        <w:t>и</w:t>
      </w:r>
      <w:r>
        <w:rPr>
          <w:szCs w:val="26"/>
          <w:lang w:eastAsia="en-US"/>
        </w:rPr>
        <w:t>тельману С.А. представлять Законодательное Собрание Челябинской области при рассмотрении указанного законопроекта в Государственной Думе Федерального Со</w:t>
      </w:r>
      <w:r>
        <w:rPr>
          <w:szCs w:val="26"/>
          <w:lang w:eastAsia="en-US"/>
        </w:rPr>
        <w:t>б</w:t>
      </w:r>
      <w:r>
        <w:rPr>
          <w:szCs w:val="26"/>
          <w:lang w:eastAsia="en-US"/>
        </w:rPr>
        <w:t>рания Российской Федерации.</w:t>
      </w:r>
    </w:p>
    <w:p w:rsidR="0075365A" w:rsidRDefault="0075365A" w:rsidP="00372BD4">
      <w:pPr>
        <w:jc w:val="both"/>
      </w:pPr>
    </w:p>
    <w:p w:rsidR="0075365A" w:rsidRDefault="0075365A" w:rsidP="00372BD4">
      <w:pPr>
        <w:jc w:val="both"/>
      </w:pPr>
      <w:r>
        <w:t>Председатель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5365A" w:rsidRPr="00EC3A68" w:rsidRDefault="0075365A" w:rsidP="000D49FA">
      <w:pPr>
        <w:jc w:val="both"/>
      </w:pPr>
      <w:r>
        <w:t>Законодательного Собрания</w:t>
      </w:r>
      <w:r>
        <w:tab/>
      </w:r>
      <w:r>
        <w:tab/>
      </w:r>
      <w:r>
        <w:tab/>
      </w:r>
      <w:r>
        <w:tab/>
      </w:r>
      <w:r w:rsidRPr="00EC3A68">
        <w:tab/>
      </w:r>
      <w:r w:rsidRPr="00EC3A68">
        <w:tab/>
      </w:r>
      <w:r w:rsidRPr="00EC3A68">
        <w:tab/>
      </w:r>
      <w:r>
        <w:t xml:space="preserve">       В.В. Мякуш</w:t>
      </w:r>
    </w:p>
    <w:sectPr w:rsidR="0075365A" w:rsidRPr="00EC3A68" w:rsidSect="000D49FA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9251D"/>
    <w:multiLevelType w:val="hybridMultilevel"/>
    <w:tmpl w:val="FCBAF9E4"/>
    <w:lvl w:ilvl="0" w:tplc="FCDE6E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2BD4"/>
    <w:rsid w:val="000C0F15"/>
    <w:rsid w:val="000D49FA"/>
    <w:rsid w:val="00197B7C"/>
    <w:rsid w:val="001D44EE"/>
    <w:rsid w:val="001E6033"/>
    <w:rsid w:val="002069D2"/>
    <w:rsid w:val="002908D4"/>
    <w:rsid w:val="002B7F66"/>
    <w:rsid w:val="002C7666"/>
    <w:rsid w:val="002D4F39"/>
    <w:rsid w:val="003322FE"/>
    <w:rsid w:val="00372BD4"/>
    <w:rsid w:val="00377635"/>
    <w:rsid w:val="00385685"/>
    <w:rsid w:val="004A2303"/>
    <w:rsid w:val="004F149F"/>
    <w:rsid w:val="005B11D5"/>
    <w:rsid w:val="005D7059"/>
    <w:rsid w:val="006769A0"/>
    <w:rsid w:val="006E586A"/>
    <w:rsid w:val="0075365A"/>
    <w:rsid w:val="00860956"/>
    <w:rsid w:val="0088085A"/>
    <w:rsid w:val="008E546E"/>
    <w:rsid w:val="00913C47"/>
    <w:rsid w:val="0096080B"/>
    <w:rsid w:val="00971F66"/>
    <w:rsid w:val="009D2AED"/>
    <w:rsid w:val="00AC1BB3"/>
    <w:rsid w:val="00AF7970"/>
    <w:rsid w:val="00B31C19"/>
    <w:rsid w:val="00BA3410"/>
    <w:rsid w:val="00C26162"/>
    <w:rsid w:val="00C42C7D"/>
    <w:rsid w:val="00CC0AAD"/>
    <w:rsid w:val="00D167B1"/>
    <w:rsid w:val="00DF47BC"/>
    <w:rsid w:val="00E06A37"/>
    <w:rsid w:val="00E85869"/>
    <w:rsid w:val="00E95A9E"/>
    <w:rsid w:val="00EC3A68"/>
    <w:rsid w:val="00EF4923"/>
    <w:rsid w:val="00F40DC6"/>
    <w:rsid w:val="00FE3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BD4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97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7B7C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DF47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92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347</TotalTime>
  <Pages>1</Pages>
  <Words>176</Words>
  <Characters>1009</Characters>
  <Application>Microsoft Office Outlook</Application>
  <DocSecurity>0</DocSecurity>
  <Lines>0</Lines>
  <Paragraphs>0</Paragraphs>
  <ScaleCrop>false</ScaleCrop>
  <Company>Законодательное Собрание Челябинской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2015-08-18T09:11:00Z</cp:lastPrinted>
  <dcterms:created xsi:type="dcterms:W3CDTF">2013-05-06T05:52:00Z</dcterms:created>
  <dcterms:modified xsi:type="dcterms:W3CDTF">2015-08-27T03:48:00Z</dcterms:modified>
</cp:coreProperties>
</file>