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FF" w:rsidRPr="00E45F70" w:rsidRDefault="004462FF" w:rsidP="00306129">
      <w:pPr>
        <w:tabs>
          <w:tab w:val="left" w:pos="0"/>
        </w:tabs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Приложение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к Закону Челябинской области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«О внесении </w:t>
      </w:r>
      <w:r>
        <w:rPr>
          <w:rFonts w:ascii="Times New Roman" w:hAnsi="Times New Roman"/>
          <w:sz w:val="26"/>
          <w:szCs w:val="26"/>
        </w:rPr>
        <w:t>изменения в приложение к Закону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Челябинской обл</w:t>
      </w:r>
      <w:r>
        <w:rPr>
          <w:rFonts w:ascii="Times New Roman" w:hAnsi="Times New Roman"/>
          <w:sz w:val="26"/>
          <w:szCs w:val="26"/>
        </w:rPr>
        <w:t>асти «О разграничении имущества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между Еманже</w:t>
      </w:r>
      <w:r>
        <w:rPr>
          <w:rFonts w:ascii="Times New Roman" w:hAnsi="Times New Roman"/>
          <w:sz w:val="26"/>
          <w:szCs w:val="26"/>
        </w:rPr>
        <w:t>линским муниципальным районом и</w:t>
      </w:r>
    </w:p>
    <w:p w:rsidR="004462FF" w:rsidRPr="00E45F70" w:rsidRDefault="004462FF" w:rsidP="00533044">
      <w:pPr>
        <w:tabs>
          <w:tab w:val="left" w:pos="0"/>
          <w:tab w:val="left" w:pos="5068"/>
          <w:tab w:val="right" w:pos="145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ab/>
      </w:r>
      <w:r w:rsidRPr="00E45F70">
        <w:rPr>
          <w:rFonts w:ascii="Times New Roman" w:hAnsi="Times New Roman"/>
          <w:sz w:val="26"/>
          <w:szCs w:val="26"/>
        </w:rPr>
        <w:tab/>
        <w:t>Еманжелинским городским поселением»</w:t>
      </w:r>
    </w:p>
    <w:p w:rsidR="004462FF" w:rsidRPr="00E45F70" w:rsidRDefault="004462FF" w:rsidP="00222A43">
      <w:pPr>
        <w:tabs>
          <w:tab w:val="left" w:pos="0"/>
        </w:tabs>
        <w:spacing w:after="0" w:line="240" w:lineRule="auto"/>
        <w:jc w:val="right"/>
        <w:rPr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от ___________________ № _____________</w:t>
      </w:r>
    </w:p>
    <w:p w:rsidR="004462FF" w:rsidRPr="00E45F70" w:rsidRDefault="004462FF" w:rsidP="00222A43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462FF" w:rsidRPr="00E45F70" w:rsidRDefault="004462FF" w:rsidP="00F1675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1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116"/>
        <w:gridCol w:w="2980"/>
        <w:gridCol w:w="1934"/>
        <w:gridCol w:w="1486"/>
        <w:gridCol w:w="2644"/>
        <w:gridCol w:w="2880"/>
      </w:tblGrid>
      <w:tr w:rsidR="004462FF" w:rsidRPr="00E45F70" w:rsidTr="002C757E">
        <w:tc>
          <w:tcPr>
            <w:tcW w:w="1080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116" w:type="dxa"/>
          </w:tcPr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Полное наим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нование </w:t>
            </w:r>
          </w:p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приятия, </w:t>
            </w:r>
          </w:p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учре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дения, </w:t>
            </w:r>
          </w:p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наимен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вание 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980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Юридический адрес предприятия, учрежд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ния, адрес местонахо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 имущества</w:t>
            </w:r>
          </w:p>
        </w:tc>
        <w:tc>
          <w:tcPr>
            <w:tcW w:w="1934" w:type="dxa"/>
          </w:tcPr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Балансовая стоимость имущества по состоянию на </w:t>
            </w:r>
          </w:p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1 июля </w:t>
            </w:r>
          </w:p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2006 года 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(тыс. рублей)</w:t>
            </w:r>
          </w:p>
        </w:tc>
        <w:tc>
          <w:tcPr>
            <w:tcW w:w="1486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ние (сп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циализ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ция)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644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Индивидуализиру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ю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щие характеристики имущества (инве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тарный номер, кад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стровый номер, пл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щадь, протяже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ность, идентифик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ционный номер)</w:t>
            </w:r>
          </w:p>
        </w:tc>
        <w:tc>
          <w:tcPr>
            <w:tcW w:w="2880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Основани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возникн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вения права муниц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и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пальной собственности у Еманжелинского 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ниципального района </w:t>
            </w:r>
          </w:p>
        </w:tc>
      </w:tr>
    </w:tbl>
    <w:p w:rsidR="004462FF" w:rsidRPr="001D38C2" w:rsidRDefault="004462FF" w:rsidP="001D38C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116"/>
        <w:gridCol w:w="2980"/>
        <w:gridCol w:w="1934"/>
        <w:gridCol w:w="1486"/>
        <w:gridCol w:w="2644"/>
        <w:gridCol w:w="2880"/>
      </w:tblGrid>
      <w:tr w:rsidR="004462FF" w:rsidRPr="00E45F70" w:rsidTr="002C757E">
        <w:trPr>
          <w:trHeight w:val="1666"/>
        </w:trPr>
        <w:tc>
          <w:tcPr>
            <w:tcW w:w="1080" w:type="dxa"/>
          </w:tcPr>
          <w:p w:rsidR="004462FF" w:rsidRPr="00841677" w:rsidRDefault="004462FF" w:rsidP="00A43956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«570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en-US"/>
              </w:rPr>
              <w:t>1</w:t>
            </w:r>
          </w:p>
        </w:tc>
        <w:tc>
          <w:tcPr>
            <w:tcW w:w="2116" w:type="dxa"/>
          </w:tcPr>
          <w:p w:rsidR="004462FF" w:rsidRPr="00E45F70" w:rsidRDefault="004462FF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sz w:val="26"/>
                <w:szCs w:val="26"/>
              </w:rPr>
              <w:t>вартира</w:t>
            </w:r>
          </w:p>
        </w:tc>
        <w:tc>
          <w:tcPr>
            <w:tcW w:w="2980" w:type="dxa"/>
          </w:tcPr>
          <w:p w:rsidR="004462FF" w:rsidRDefault="004462FF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Энгельса, 21,</w:t>
            </w:r>
          </w:p>
          <w:p w:rsidR="004462FF" w:rsidRPr="002C757E" w:rsidRDefault="004462FF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23</w:t>
            </w:r>
          </w:p>
        </w:tc>
        <w:tc>
          <w:tcPr>
            <w:tcW w:w="1934" w:type="dxa"/>
          </w:tcPr>
          <w:p w:rsidR="004462FF" w:rsidRPr="00E45F70" w:rsidRDefault="004462FF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462FF" w:rsidRPr="00E45F70" w:rsidRDefault="004462FF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4462FF" w:rsidRPr="00E45F70" w:rsidRDefault="004462FF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50,8 кв. м</w:t>
            </w:r>
          </w:p>
        </w:tc>
        <w:tc>
          <w:tcPr>
            <w:tcW w:w="2880" w:type="dxa"/>
          </w:tcPr>
          <w:p w:rsidR="004462FF" w:rsidRPr="00E45F70" w:rsidRDefault="004462FF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декаб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ря 2015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214640»</w:t>
            </w:r>
          </w:p>
          <w:p w:rsidR="004462FF" w:rsidRPr="00E45F70" w:rsidRDefault="004462FF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</w:tbl>
    <w:p w:rsidR="004462FF" w:rsidRDefault="004462FF"/>
    <w:sectPr w:rsidR="004462FF" w:rsidSect="00570786">
      <w:footerReference w:type="even" r:id="rId6"/>
      <w:footerReference w:type="default" r:id="rId7"/>
      <w:pgSz w:w="16838" w:h="11906" w:orient="landscape"/>
      <w:pgMar w:top="1531" w:right="1134" w:bottom="567" w:left="1134" w:header="709" w:footer="23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2FF" w:rsidRDefault="004462FF" w:rsidP="003B716F">
      <w:pPr>
        <w:spacing w:after="0" w:line="240" w:lineRule="auto"/>
      </w:pPr>
      <w:r>
        <w:separator/>
      </w:r>
    </w:p>
  </w:endnote>
  <w:endnote w:type="continuationSeparator" w:id="1">
    <w:p w:rsidR="004462FF" w:rsidRDefault="004462FF" w:rsidP="003B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FF" w:rsidRDefault="004462FF" w:rsidP="00BD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62FF" w:rsidRDefault="004462FF" w:rsidP="001676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FF" w:rsidRPr="00841677" w:rsidRDefault="004462FF" w:rsidP="00841677">
    <w:pPr>
      <w:pStyle w:val="Footer"/>
      <w:framePr w:w="281" w:wrap="around" w:vAnchor="text" w:hAnchor="page" w:x="15355" w:y="-729"/>
      <w:rPr>
        <w:rStyle w:val="PageNumber"/>
        <w:rFonts w:ascii="Times New Roman" w:hAnsi="Times New Roman"/>
        <w:sz w:val="26"/>
        <w:szCs w:val="26"/>
      </w:rPr>
    </w:pPr>
    <w:r w:rsidRPr="00841677">
      <w:rPr>
        <w:rStyle w:val="PageNumber"/>
        <w:rFonts w:ascii="Times New Roman" w:hAnsi="Times New Roman"/>
        <w:sz w:val="26"/>
        <w:szCs w:val="26"/>
      </w:rPr>
      <w:fldChar w:fldCharType="begin"/>
    </w:r>
    <w:r w:rsidRPr="00841677">
      <w:rPr>
        <w:rStyle w:val="PageNumber"/>
        <w:rFonts w:ascii="Times New Roman" w:hAnsi="Times New Roman"/>
        <w:sz w:val="26"/>
        <w:szCs w:val="26"/>
      </w:rPr>
      <w:instrText xml:space="preserve">PAGE  </w:instrText>
    </w:r>
    <w:r w:rsidRPr="00841677">
      <w:rPr>
        <w:rStyle w:val="PageNumber"/>
        <w:rFonts w:ascii="Times New Roman" w:hAnsi="Times New Roman"/>
        <w:sz w:val="26"/>
        <w:szCs w:val="26"/>
      </w:rPr>
      <w:fldChar w:fldCharType="separate"/>
    </w:r>
    <w:r>
      <w:rPr>
        <w:rStyle w:val="PageNumber"/>
        <w:rFonts w:ascii="Times New Roman" w:hAnsi="Times New Roman"/>
        <w:noProof/>
        <w:sz w:val="26"/>
        <w:szCs w:val="26"/>
      </w:rPr>
      <w:t>2</w:t>
    </w:r>
    <w:r w:rsidRPr="00841677">
      <w:rPr>
        <w:rStyle w:val="PageNumber"/>
        <w:rFonts w:ascii="Times New Roman" w:hAnsi="Times New Roman"/>
        <w:sz w:val="26"/>
        <w:szCs w:val="26"/>
      </w:rPr>
      <w:fldChar w:fldCharType="end"/>
    </w:r>
  </w:p>
  <w:p w:rsidR="004462FF" w:rsidRDefault="004462FF" w:rsidP="00533044">
    <w:pPr>
      <w:pStyle w:val="Footer"/>
      <w:tabs>
        <w:tab w:val="clear" w:pos="4677"/>
        <w:tab w:val="clear" w:pos="9355"/>
        <w:tab w:val="left" w:pos="8752"/>
        <w:tab w:val="left" w:pos="1316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2FF" w:rsidRDefault="004462FF" w:rsidP="003B716F">
      <w:pPr>
        <w:spacing w:after="0" w:line="240" w:lineRule="auto"/>
      </w:pPr>
      <w:r>
        <w:separator/>
      </w:r>
    </w:p>
  </w:footnote>
  <w:footnote w:type="continuationSeparator" w:id="1">
    <w:p w:rsidR="004462FF" w:rsidRDefault="004462FF" w:rsidP="003B7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FA4"/>
    <w:rsid w:val="000010C2"/>
    <w:rsid w:val="00011376"/>
    <w:rsid w:val="000122F9"/>
    <w:rsid w:val="000324D8"/>
    <w:rsid w:val="00032AB8"/>
    <w:rsid w:val="0003340D"/>
    <w:rsid w:val="0004501B"/>
    <w:rsid w:val="00050B42"/>
    <w:rsid w:val="00051708"/>
    <w:rsid w:val="00051B9B"/>
    <w:rsid w:val="00057B9C"/>
    <w:rsid w:val="000A01A2"/>
    <w:rsid w:val="000B1BAC"/>
    <w:rsid w:val="000D2D8A"/>
    <w:rsid w:val="000E0F7A"/>
    <w:rsid w:val="000E72D2"/>
    <w:rsid w:val="000F01FA"/>
    <w:rsid w:val="00150B15"/>
    <w:rsid w:val="0015723B"/>
    <w:rsid w:val="00167678"/>
    <w:rsid w:val="00187C5E"/>
    <w:rsid w:val="00193B9B"/>
    <w:rsid w:val="001A69B8"/>
    <w:rsid w:val="001D38C2"/>
    <w:rsid w:val="001E0D70"/>
    <w:rsid w:val="001E28D9"/>
    <w:rsid w:val="001E3C33"/>
    <w:rsid w:val="001F304C"/>
    <w:rsid w:val="00213A80"/>
    <w:rsid w:val="00222A43"/>
    <w:rsid w:val="00242698"/>
    <w:rsid w:val="002474E0"/>
    <w:rsid w:val="00257E13"/>
    <w:rsid w:val="002654F7"/>
    <w:rsid w:val="00272CC9"/>
    <w:rsid w:val="002A57B3"/>
    <w:rsid w:val="002B73B0"/>
    <w:rsid w:val="002C757E"/>
    <w:rsid w:val="002C7917"/>
    <w:rsid w:val="003049B5"/>
    <w:rsid w:val="00306129"/>
    <w:rsid w:val="003143CB"/>
    <w:rsid w:val="00330B88"/>
    <w:rsid w:val="00333950"/>
    <w:rsid w:val="00346AD8"/>
    <w:rsid w:val="003477FD"/>
    <w:rsid w:val="0036567A"/>
    <w:rsid w:val="003839F4"/>
    <w:rsid w:val="00385373"/>
    <w:rsid w:val="0039714D"/>
    <w:rsid w:val="003A2484"/>
    <w:rsid w:val="003A3A3C"/>
    <w:rsid w:val="003B716F"/>
    <w:rsid w:val="003B79DE"/>
    <w:rsid w:val="003C4533"/>
    <w:rsid w:val="003D5F3C"/>
    <w:rsid w:val="00410228"/>
    <w:rsid w:val="004462FF"/>
    <w:rsid w:val="00451643"/>
    <w:rsid w:val="0048439F"/>
    <w:rsid w:val="004A2149"/>
    <w:rsid w:val="00532E84"/>
    <w:rsid w:val="00533044"/>
    <w:rsid w:val="0054460D"/>
    <w:rsid w:val="00545F6E"/>
    <w:rsid w:val="00546D9B"/>
    <w:rsid w:val="00570786"/>
    <w:rsid w:val="00596E02"/>
    <w:rsid w:val="005C353F"/>
    <w:rsid w:val="005C540C"/>
    <w:rsid w:val="005C713C"/>
    <w:rsid w:val="005F1CDA"/>
    <w:rsid w:val="0060600A"/>
    <w:rsid w:val="006670A3"/>
    <w:rsid w:val="00667EBE"/>
    <w:rsid w:val="006801BA"/>
    <w:rsid w:val="006C4196"/>
    <w:rsid w:val="006C64BA"/>
    <w:rsid w:val="006C7467"/>
    <w:rsid w:val="006D0517"/>
    <w:rsid w:val="006E0687"/>
    <w:rsid w:val="006E2BC9"/>
    <w:rsid w:val="007277FF"/>
    <w:rsid w:val="0074662A"/>
    <w:rsid w:val="00747550"/>
    <w:rsid w:val="00767E53"/>
    <w:rsid w:val="00791B62"/>
    <w:rsid w:val="0079488D"/>
    <w:rsid w:val="007B2701"/>
    <w:rsid w:val="007E1FA4"/>
    <w:rsid w:val="007F4D8B"/>
    <w:rsid w:val="00805B51"/>
    <w:rsid w:val="00806DF0"/>
    <w:rsid w:val="00841677"/>
    <w:rsid w:val="00842467"/>
    <w:rsid w:val="00850D43"/>
    <w:rsid w:val="008716B1"/>
    <w:rsid w:val="00876772"/>
    <w:rsid w:val="0089225B"/>
    <w:rsid w:val="008C3386"/>
    <w:rsid w:val="008C40EF"/>
    <w:rsid w:val="009000C1"/>
    <w:rsid w:val="00945BA4"/>
    <w:rsid w:val="009640BD"/>
    <w:rsid w:val="009926B4"/>
    <w:rsid w:val="009B68DC"/>
    <w:rsid w:val="009F4F6A"/>
    <w:rsid w:val="009F7751"/>
    <w:rsid w:val="00A071F6"/>
    <w:rsid w:val="00A1269C"/>
    <w:rsid w:val="00A33C28"/>
    <w:rsid w:val="00A43956"/>
    <w:rsid w:val="00A711EF"/>
    <w:rsid w:val="00A74ECD"/>
    <w:rsid w:val="00AB0FA7"/>
    <w:rsid w:val="00AF1413"/>
    <w:rsid w:val="00B118F8"/>
    <w:rsid w:val="00B27B33"/>
    <w:rsid w:val="00B41123"/>
    <w:rsid w:val="00B429E1"/>
    <w:rsid w:val="00B63638"/>
    <w:rsid w:val="00B74E41"/>
    <w:rsid w:val="00B858B6"/>
    <w:rsid w:val="00B87EFA"/>
    <w:rsid w:val="00BA2D0F"/>
    <w:rsid w:val="00BD07FF"/>
    <w:rsid w:val="00BD1CED"/>
    <w:rsid w:val="00BE6D37"/>
    <w:rsid w:val="00BF141B"/>
    <w:rsid w:val="00C26FA9"/>
    <w:rsid w:val="00C36676"/>
    <w:rsid w:val="00C56B2F"/>
    <w:rsid w:val="00C57B2C"/>
    <w:rsid w:val="00C7350D"/>
    <w:rsid w:val="00CA5180"/>
    <w:rsid w:val="00CB72FF"/>
    <w:rsid w:val="00CC2759"/>
    <w:rsid w:val="00CC2CF4"/>
    <w:rsid w:val="00D1084C"/>
    <w:rsid w:val="00D55CAB"/>
    <w:rsid w:val="00D85798"/>
    <w:rsid w:val="00D85CDE"/>
    <w:rsid w:val="00D95075"/>
    <w:rsid w:val="00DA3748"/>
    <w:rsid w:val="00DA62D1"/>
    <w:rsid w:val="00DB0083"/>
    <w:rsid w:val="00DB6BFD"/>
    <w:rsid w:val="00DD62CD"/>
    <w:rsid w:val="00DE273F"/>
    <w:rsid w:val="00DE340D"/>
    <w:rsid w:val="00DF5E9B"/>
    <w:rsid w:val="00E312AC"/>
    <w:rsid w:val="00E404EE"/>
    <w:rsid w:val="00E45F70"/>
    <w:rsid w:val="00E55413"/>
    <w:rsid w:val="00E56014"/>
    <w:rsid w:val="00E57884"/>
    <w:rsid w:val="00E7340D"/>
    <w:rsid w:val="00E93B13"/>
    <w:rsid w:val="00EC2BD9"/>
    <w:rsid w:val="00ED01DC"/>
    <w:rsid w:val="00ED17D0"/>
    <w:rsid w:val="00EE30F7"/>
    <w:rsid w:val="00F03A69"/>
    <w:rsid w:val="00F05208"/>
    <w:rsid w:val="00F11418"/>
    <w:rsid w:val="00F12710"/>
    <w:rsid w:val="00F16753"/>
    <w:rsid w:val="00F314EF"/>
    <w:rsid w:val="00F33C61"/>
    <w:rsid w:val="00F46407"/>
    <w:rsid w:val="00F835EC"/>
    <w:rsid w:val="00F97D31"/>
    <w:rsid w:val="00FA1474"/>
    <w:rsid w:val="00FF1085"/>
    <w:rsid w:val="00FF16EA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5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1FA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B71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716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30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0612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1676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808</TotalTime>
  <Pages>1</Pages>
  <Words>141</Words>
  <Characters>808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2016-03-02T10:12:00Z</cp:lastPrinted>
  <dcterms:created xsi:type="dcterms:W3CDTF">2011-11-21T04:45:00Z</dcterms:created>
  <dcterms:modified xsi:type="dcterms:W3CDTF">2016-03-02T10:12:00Z</dcterms:modified>
</cp:coreProperties>
</file>