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6A25F8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827F95">
              <w:rPr>
                <w:sz w:val="26"/>
                <w:szCs w:val="26"/>
              </w:rPr>
              <w:t>2</w:t>
            </w:r>
            <w:r w:rsidR="006A25F8">
              <w:rPr>
                <w:sz w:val="26"/>
                <w:szCs w:val="26"/>
              </w:rPr>
              <w:t>6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3B1101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3B1101">
        <w:rPr>
          <w:sz w:val="26"/>
          <w:szCs w:val="26"/>
        </w:rPr>
        <w:t>39</w:t>
      </w:r>
    </w:p>
    <w:p w:rsidR="00255688" w:rsidRPr="0096056F" w:rsidRDefault="00255688" w:rsidP="003B1101">
      <w:pPr>
        <w:ind w:left="0"/>
        <w:jc w:val="center"/>
        <w:rPr>
          <w:sz w:val="26"/>
          <w:szCs w:val="26"/>
        </w:rPr>
      </w:pPr>
    </w:p>
    <w:p w:rsidR="003B1101" w:rsidRPr="00E77676" w:rsidRDefault="003B1101" w:rsidP="003B1101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социальную поддержку </w:t>
      </w:r>
    </w:p>
    <w:p w:rsidR="003B1101" w:rsidRPr="00E77676" w:rsidRDefault="003B1101" w:rsidP="003B1101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детей-сирот и детей, оставшихся без попечения родителей, находящихся </w:t>
      </w:r>
      <w:r w:rsidRPr="00E77676">
        <w:rPr>
          <w:b/>
          <w:sz w:val="26"/>
          <w:szCs w:val="26"/>
        </w:rPr>
        <w:br/>
        <w:t xml:space="preserve">в муниципальных организациях для детей-сирот и детей, </w:t>
      </w:r>
    </w:p>
    <w:p w:rsidR="00427B79" w:rsidRPr="0096056F" w:rsidRDefault="003B1101" w:rsidP="003B1101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оставшихся без попечения родителей, на 2016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C4121A" w:rsidRPr="003B1101" w:rsidTr="003B1101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3B1101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3B1101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</w:t>
            </w:r>
          </w:p>
        </w:tc>
      </w:tr>
      <w:tr w:rsidR="007B0C92" w:rsidRPr="003B1101" w:rsidTr="003B11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3B1101" w:rsidRDefault="007B0C92" w:rsidP="0096056F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3B110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3B1101">
              <w:rPr>
                <w:b/>
                <w:snapToGrid w:val="0"/>
                <w:sz w:val="26"/>
                <w:szCs w:val="26"/>
              </w:rPr>
              <w:t>о</w:t>
            </w:r>
            <w:r w:rsidRPr="003B1101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3B1101" w:rsidRDefault="007B0C92" w:rsidP="0096056F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19 901,58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31 727,81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17 780,58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Копейский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31 350,51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Кыштымский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18 293,04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208 949,12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Миасский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66 239,07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35 327,08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Снежинский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15 648,84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19 691,83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19 648,79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15 826,28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21 901,57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294 582,57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27 687,83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3B110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Агаповский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22 296,05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Аргаяшский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15 768,35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Ашинский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40 963,47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Брединский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15 995,10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Варненский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17 132,45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34 703,18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18 734,04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Еткульский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26 913,41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Каслинский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71 259,79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21 999,09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Кизильский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18 284,41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Коркинский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58 669,88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54 478,12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16 950,97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17 269,53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15 405,43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18 119,28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21 832,39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Саткинский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53 748,35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50 980,45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14 806,73</w:t>
            </w: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Уйский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B1101" w:rsidRPr="003B1101" w:rsidTr="003B110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23 318,05</w:t>
            </w:r>
          </w:p>
        </w:tc>
      </w:tr>
      <w:tr w:rsidR="003B1101" w:rsidRPr="003B1101" w:rsidTr="003B1101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3B110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3B1101">
              <w:rPr>
                <w:sz w:val="26"/>
                <w:szCs w:val="26"/>
              </w:rPr>
              <w:t>19 153,58</w:t>
            </w:r>
          </w:p>
        </w:tc>
      </w:tr>
      <w:tr w:rsidR="003B1101" w:rsidRPr="003B1101" w:rsidTr="003B1101">
        <w:tblPrEx>
          <w:tblLook w:val="04A0"/>
        </w:tblPrEx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>Нераспределенный резерв,</w:t>
            </w:r>
          </w:p>
          <w:p w:rsidR="003B1101" w:rsidRPr="003B1101" w:rsidRDefault="003B1101" w:rsidP="00637B2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B1101">
              <w:rPr>
                <w:b/>
                <w:bCs/>
                <w:sz w:val="26"/>
                <w:szCs w:val="26"/>
              </w:rPr>
              <w:t>52 015,30</w:t>
            </w:r>
          </w:p>
        </w:tc>
      </w:tr>
      <w:tr w:rsidR="003B1101" w:rsidRPr="003B1101" w:rsidTr="003B1101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B1101">
              <w:rPr>
                <w:b/>
                <w:bCs/>
                <w:sz w:val="26"/>
                <w:szCs w:val="26"/>
              </w:rPr>
              <w:t>25 058,00</w:t>
            </w:r>
          </w:p>
        </w:tc>
      </w:tr>
      <w:tr w:rsidR="003B1101" w:rsidRPr="003B1101" w:rsidTr="003B1101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autoSpaceDE w:val="0"/>
              <w:autoSpaceDN w:val="0"/>
              <w:adjustRightInd w:val="0"/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3B1101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3B1101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B1101">
              <w:rPr>
                <w:b/>
                <w:bCs/>
                <w:sz w:val="26"/>
                <w:szCs w:val="26"/>
              </w:rPr>
              <w:t>26 957,30</w:t>
            </w:r>
          </w:p>
        </w:tc>
      </w:tr>
      <w:tr w:rsidR="003B1101" w:rsidRPr="003B1101" w:rsidTr="003B1101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3B110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B1101" w:rsidRPr="003B1101" w:rsidRDefault="003B1101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3B1101">
              <w:rPr>
                <w:b/>
                <w:bCs/>
                <w:sz w:val="26"/>
                <w:szCs w:val="26"/>
              </w:rPr>
              <w:t>1 565 353,90»</w:t>
            </w:r>
          </w:p>
        </w:tc>
      </w:tr>
    </w:tbl>
    <w:p w:rsidR="0096056F" w:rsidRDefault="0096056F" w:rsidP="00925DA1">
      <w:pPr>
        <w:ind w:left="0"/>
        <w:rPr>
          <w:sz w:val="26"/>
          <w:szCs w:val="26"/>
        </w:rPr>
      </w:pPr>
    </w:p>
    <w:p w:rsidR="003B1101" w:rsidRPr="0096056F" w:rsidRDefault="003B1101" w:rsidP="00925DA1">
      <w:pPr>
        <w:ind w:left="0"/>
        <w:rPr>
          <w:sz w:val="26"/>
          <w:szCs w:val="26"/>
        </w:rPr>
      </w:pPr>
    </w:p>
    <w:sectPr w:rsidR="003B1101" w:rsidRPr="0096056F" w:rsidSect="006A25F8">
      <w:footerReference w:type="default" r:id="rId7"/>
      <w:pgSz w:w="11906" w:h="16838"/>
      <w:pgMar w:top="1134" w:right="567" w:bottom="1134" w:left="1701" w:header="709" w:footer="709" w:gutter="0"/>
      <w:pgNumType w:start="4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2E2" w:rsidRDefault="00CE12E2" w:rsidP="005211A3">
      <w:r>
        <w:separator/>
      </w:r>
    </w:p>
  </w:endnote>
  <w:endnote w:type="continuationSeparator" w:id="0">
    <w:p w:rsidR="00CE12E2" w:rsidRDefault="00CE12E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037F4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A25F8">
          <w:rPr>
            <w:noProof/>
            <w:sz w:val="24"/>
            <w:szCs w:val="24"/>
          </w:rPr>
          <w:t>477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2E2" w:rsidRDefault="00CE12E2" w:rsidP="005211A3">
      <w:r>
        <w:separator/>
      </w:r>
    </w:p>
  </w:footnote>
  <w:footnote w:type="continuationSeparator" w:id="0">
    <w:p w:rsidR="00CE12E2" w:rsidRDefault="00CE12E2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37F4B"/>
    <w:rsid w:val="00042F5B"/>
    <w:rsid w:val="000564EA"/>
    <w:rsid w:val="000712C7"/>
    <w:rsid w:val="00072FE8"/>
    <w:rsid w:val="00077BAD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49EA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B1101"/>
    <w:rsid w:val="003B6F2B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A25F8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45D41"/>
    <w:rsid w:val="00762DCE"/>
    <w:rsid w:val="00773CF1"/>
    <w:rsid w:val="00781CD8"/>
    <w:rsid w:val="007877F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27F95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9461E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12E2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3D89"/>
    <w:rsid w:val="00DE5E1C"/>
    <w:rsid w:val="00DE6B9A"/>
    <w:rsid w:val="00DF3797"/>
    <w:rsid w:val="00DF3A8D"/>
    <w:rsid w:val="00DF4D21"/>
    <w:rsid w:val="00DF5C61"/>
    <w:rsid w:val="00DF6B2D"/>
    <w:rsid w:val="00E03377"/>
    <w:rsid w:val="00E03C36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149A0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3BE21-5B82-4D73-95EC-7E2FCE3F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17</cp:revision>
  <cp:lastPrinted>2016-09-27T06:11:00Z</cp:lastPrinted>
  <dcterms:created xsi:type="dcterms:W3CDTF">2016-08-04T03:49:00Z</dcterms:created>
  <dcterms:modified xsi:type="dcterms:W3CDTF">2016-09-27T06:11:00Z</dcterms:modified>
</cp:coreProperties>
</file>