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8E649A" w:rsidRPr="006A1813" w:rsidTr="00BC567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8E649A" w:rsidRPr="00167B37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167B37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6A1813" w:rsidRDefault="008E649A" w:rsidP="00BC567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Приложение</w:t>
            </w:r>
            <w:r w:rsidR="00E80B18">
              <w:rPr>
                <w:sz w:val="26"/>
                <w:szCs w:val="26"/>
              </w:rPr>
              <w:t xml:space="preserve"> 1</w:t>
            </w:r>
            <w:r>
              <w:rPr>
                <w:sz w:val="26"/>
                <w:szCs w:val="26"/>
              </w:rPr>
              <w:t xml:space="preserve">     </w:t>
            </w:r>
            <w:r w:rsidRPr="006A1813">
              <w:rPr>
                <w:sz w:val="26"/>
                <w:szCs w:val="26"/>
              </w:rPr>
              <w:t xml:space="preserve">  </w:t>
            </w:r>
          </w:p>
        </w:tc>
      </w:tr>
      <w:tr w:rsidR="008E649A" w:rsidRPr="006A1813" w:rsidTr="00BC5676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6A1813" w:rsidRDefault="008E649A" w:rsidP="00BC567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E649A" w:rsidRPr="006A1813" w:rsidTr="00BC567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8E649A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B8503C">
              <w:rPr>
                <w:sz w:val="26"/>
                <w:szCs w:val="26"/>
              </w:rPr>
              <w:t>«О внесении изменений в Закон Челябинской</w:t>
            </w:r>
            <w:r w:rsidRPr="00B8503C">
              <w:rPr>
                <w:sz w:val="26"/>
                <w:szCs w:val="26"/>
              </w:rPr>
              <w:br/>
              <w:t>области «Об областном бюджете на 201</w:t>
            </w:r>
            <w:r>
              <w:rPr>
                <w:sz w:val="26"/>
                <w:szCs w:val="26"/>
              </w:rPr>
              <w:t>7</w:t>
            </w:r>
            <w:r w:rsidRPr="00B8503C">
              <w:rPr>
                <w:sz w:val="26"/>
                <w:szCs w:val="26"/>
              </w:rPr>
              <w:t xml:space="preserve"> год</w:t>
            </w:r>
          </w:p>
          <w:p w:rsidR="008E649A" w:rsidRPr="00B8503C" w:rsidRDefault="00B3784A" w:rsidP="008E649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8E649A">
              <w:rPr>
                <w:sz w:val="26"/>
                <w:szCs w:val="26"/>
              </w:rPr>
              <w:t>на плановый период 2018 и 2019 годов»</w:t>
            </w:r>
          </w:p>
        </w:tc>
      </w:tr>
      <w:tr w:rsidR="008E649A" w:rsidRPr="006A1813" w:rsidTr="00BC5676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8E649A" w:rsidRPr="00B8503C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от___________2017 года № _________</w:t>
            </w:r>
          </w:p>
        </w:tc>
      </w:tr>
      <w:tr w:rsidR="008E649A" w:rsidRPr="006A1813" w:rsidTr="00BC5676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8E649A" w:rsidRPr="00B8503C" w:rsidRDefault="008E649A" w:rsidP="00BC5676">
            <w:pPr>
              <w:rPr>
                <w:sz w:val="26"/>
                <w:szCs w:val="26"/>
              </w:rPr>
            </w:pPr>
          </w:p>
        </w:tc>
      </w:tr>
      <w:tr w:rsidR="008E649A" w:rsidRPr="006A1813" w:rsidTr="00BC5676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«Приложение </w:t>
            </w:r>
            <w:r>
              <w:rPr>
                <w:sz w:val="26"/>
                <w:szCs w:val="26"/>
              </w:rPr>
              <w:t>15</w:t>
            </w:r>
          </w:p>
        </w:tc>
      </w:tr>
      <w:tr w:rsidR="008E649A" w:rsidRPr="006A1813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8E649A" w:rsidP="00BC5676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8E649A" w:rsidRPr="006A1813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8E649A" w:rsidP="008E649A">
            <w:pPr>
              <w:ind w:right="-108"/>
              <w:jc w:val="right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7</w:t>
            </w:r>
            <w:r w:rsidRPr="006A1813">
              <w:rPr>
                <w:sz w:val="26"/>
                <w:szCs w:val="26"/>
              </w:rPr>
              <w:t xml:space="preserve"> год</w:t>
            </w:r>
          </w:p>
        </w:tc>
      </w:tr>
      <w:tr w:rsidR="008E649A" w:rsidRPr="006A1813" w:rsidTr="00BC567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8E649A" w:rsidRPr="006A1813" w:rsidRDefault="008E649A" w:rsidP="00BC5676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8E649A" w:rsidRPr="006A1813" w:rsidRDefault="00B3784A" w:rsidP="008E649A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8E649A">
              <w:rPr>
                <w:sz w:val="26"/>
                <w:szCs w:val="26"/>
              </w:rPr>
              <w:t>на плановый период 2018 и 2019 годов»</w:t>
            </w:r>
          </w:p>
        </w:tc>
      </w:tr>
    </w:tbl>
    <w:p w:rsidR="008E649A" w:rsidRDefault="008E649A" w:rsidP="00936072">
      <w:pPr>
        <w:pStyle w:val="af0"/>
        <w:jc w:val="left"/>
        <w:rPr>
          <w:b w:val="0"/>
          <w:sz w:val="26"/>
          <w:szCs w:val="26"/>
        </w:rPr>
      </w:pPr>
    </w:p>
    <w:p w:rsidR="008E649A" w:rsidRDefault="008E649A" w:rsidP="00936072">
      <w:pPr>
        <w:pStyle w:val="af0"/>
        <w:jc w:val="left"/>
        <w:rPr>
          <w:b w:val="0"/>
          <w:sz w:val="26"/>
          <w:szCs w:val="26"/>
        </w:rPr>
      </w:pPr>
    </w:p>
    <w:p w:rsidR="00936072" w:rsidRDefault="00936072" w:rsidP="00936072">
      <w:pPr>
        <w:pStyle w:val="af0"/>
        <w:suppressAutoHyphens/>
        <w:rPr>
          <w:b w:val="0"/>
          <w:sz w:val="26"/>
          <w:szCs w:val="26"/>
        </w:rPr>
      </w:pPr>
      <w:r>
        <w:rPr>
          <w:sz w:val="26"/>
          <w:szCs w:val="26"/>
        </w:rPr>
        <w:t>Программа областных государственных внутренних и внешних заимствований на 201</w:t>
      </w:r>
      <w:r w:rsidR="00701A11">
        <w:rPr>
          <w:sz w:val="26"/>
          <w:szCs w:val="26"/>
        </w:rPr>
        <w:t>7</w:t>
      </w:r>
      <w:r>
        <w:rPr>
          <w:sz w:val="26"/>
          <w:szCs w:val="26"/>
        </w:rPr>
        <w:t xml:space="preserve"> год</w:t>
      </w:r>
    </w:p>
    <w:p w:rsidR="00936072" w:rsidRDefault="00936072" w:rsidP="00936072">
      <w:pPr>
        <w:rPr>
          <w:sz w:val="26"/>
          <w:szCs w:val="26"/>
        </w:rPr>
      </w:pPr>
    </w:p>
    <w:p w:rsidR="00936072" w:rsidRDefault="00936072" w:rsidP="00936072">
      <w:pPr>
        <w:spacing w:after="20"/>
        <w:jc w:val="right"/>
        <w:rPr>
          <w:sz w:val="26"/>
          <w:szCs w:val="26"/>
        </w:rPr>
      </w:pPr>
      <w:r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2"/>
        <w:gridCol w:w="2547"/>
      </w:tblGrid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6" w:rsidRDefault="00AC73F6" w:rsidP="00BC5676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73F6" w:rsidRDefault="00AC73F6" w:rsidP="00BC56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  <w:tr w:rsidR="00AC73F6" w:rsidTr="00BD55A3"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Государственные внутренние заимствования, 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7152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9 5</w:t>
            </w:r>
            <w:r w:rsidR="00715296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1 640,4</w:t>
            </w:r>
            <w:r w:rsidR="00625359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1) государственные ценные бумаги Челябинской области: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BC5676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5 000 000,0</w:t>
            </w:r>
            <w:r w:rsidR="00BC5676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8E7D7F" w:rsidP="008E7D7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AC73F6">
              <w:rPr>
                <w:sz w:val="26"/>
                <w:szCs w:val="26"/>
              </w:rPr>
              <w:t>азмещение</w:t>
            </w:r>
            <w:r>
              <w:rPr>
                <w:sz w:val="26"/>
                <w:szCs w:val="26"/>
              </w:rPr>
              <w:t xml:space="preserve"> государственных ценных бумаг Челябинской области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BC5676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5 000 000,0</w:t>
            </w:r>
            <w:r w:rsidR="00BC5676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772982" w:rsidRDefault="00AC73F6" w:rsidP="00BC5676">
            <w:pPr>
              <w:rPr>
                <w:rStyle w:val="aff"/>
              </w:rPr>
            </w:pPr>
            <w:r>
              <w:rPr>
                <w:sz w:val="26"/>
                <w:szCs w:val="26"/>
              </w:rPr>
              <w:t>погашение</w:t>
            </w:r>
            <w:r w:rsidR="008E7D7F">
              <w:rPr>
                <w:sz w:val="26"/>
                <w:szCs w:val="26"/>
              </w:rPr>
              <w:t xml:space="preserve"> государственных ценных бумаг Челябинской области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BC5676">
            <w:pPr>
              <w:jc w:val="right"/>
              <w:rPr>
                <w:rFonts w:eastAsiaTheme="minorEastAsia"/>
                <w:sz w:val="26"/>
                <w:szCs w:val="26"/>
              </w:rPr>
            </w:pPr>
            <w:r>
              <w:rPr>
                <w:rFonts w:eastAsiaTheme="minorEastAsia"/>
                <w:sz w:val="26"/>
                <w:szCs w:val="26"/>
              </w:rPr>
              <w:t>0,0</w:t>
            </w:r>
            <w:r w:rsidR="00BC5676">
              <w:rPr>
                <w:rFonts w:eastAsiaTheme="minorEastAsia"/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tabs>
                <w:tab w:val="left" w:pos="-108"/>
              </w:tabs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2) кредиты от кредитных организаций, привлеченные в областной бюджет в валюте Российской Федерации: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BC5676" w:rsidP="00BC567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AC73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933</w:t>
            </w:r>
            <w:r w:rsidR="00AC73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943</w:t>
            </w:r>
            <w:r w:rsidR="00AC73F6">
              <w:rPr>
                <w:sz w:val="26"/>
                <w:szCs w:val="26"/>
              </w:rPr>
              <w:t>,6</w:t>
            </w:r>
            <w:r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BC5676">
            <w:pPr>
              <w:tabs>
                <w:tab w:val="left" w:pos="2280"/>
              </w:tabs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8 8</w:t>
            </w:r>
            <w:r w:rsidR="00BC5676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 </w:t>
            </w:r>
            <w:r w:rsidR="00BC5676">
              <w:rPr>
                <w:sz w:val="26"/>
                <w:szCs w:val="26"/>
              </w:rPr>
              <w:t>630</w:t>
            </w:r>
            <w:r>
              <w:rPr>
                <w:sz w:val="26"/>
                <w:szCs w:val="26"/>
              </w:rPr>
              <w:t>,</w:t>
            </w:r>
            <w:r w:rsidR="00BC5676">
              <w:rPr>
                <w:sz w:val="26"/>
                <w:szCs w:val="26"/>
              </w:rPr>
              <w:t>94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BC5676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-4 </w:t>
            </w:r>
            <w:r w:rsidR="00BC5676">
              <w:rPr>
                <w:sz w:val="26"/>
                <w:szCs w:val="26"/>
              </w:rPr>
              <w:t>877</w:t>
            </w:r>
            <w:r w:rsidRPr="009D7A91">
              <w:rPr>
                <w:sz w:val="26"/>
                <w:szCs w:val="26"/>
              </w:rPr>
              <w:t> 6</w:t>
            </w:r>
            <w:r w:rsidR="00BC5676">
              <w:rPr>
                <w:sz w:val="26"/>
                <w:szCs w:val="26"/>
              </w:rPr>
              <w:t>87</w:t>
            </w:r>
            <w:r w:rsidRPr="009D7A91">
              <w:rPr>
                <w:sz w:val="26"/>
                <w:szCs w:val="26"/>
              </w:rPr>
              <w:t>,</w:t>
            </w:r>
            <w:r w:rsidR="00BC5676">
              <w:rPr>
                <w:sz w:val="26"/>
                <w:szCs w:val="26"/>
              </w:rPr>
              <w:t>34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3) бюджетные кредиты, привлеченные в областной бюджет от других бюджетов бюджетной системы Российской Федерации в валюте Российской Федерации: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715296" w:rsidP="0071529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597</w:t>
            </w:r>
            <w:r w:rsidR="00AC73F6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696</w:t>
            </w:r>
            <w:r w:rsidR="00AC73F6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80</w:t>
            </w:r>
          </w:p>
        </w:tc>
      </w:tr>
      <w:tr w:rsidR="00AC73F6" w:rsidTr="00BD55A3">
        <w:trPr>
          <w:trHeight w:val="307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BC567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C567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 </w:t>
            </w:r>
            <w:r w:rsidR="00BC5676">
              <w:rPr>
                <w:sz w:val="26"/>
                <w:szCs w:val="26"/>
              </w:rPr>
              <w:t>178</w:t>
            </w:r>
            <w:r>
              <w:rPr>
                <w:sz w:val="26"/>
                <w:szCs w:val="26"/>
              </w:rPr>
              <w:t> </w:t>
            </w:r>
            <w:r w:rsidR="00BC5676">
              <w:rPr>
                <w:sz w:val="26"/>
                <w:szCs w:val="26"/>
              </w:rPr>
              <w:t>701</w:t>
            </w:r>
            <w:r>
              <w:rPr>
                <w:sz w:val="26"/>
                <w:szCs w:val="26"/>
              </w:rPr>
              <w:t>,</w:t>
            </w:r>
            <w:r w:rsidR="00D65774">
              <w:rPr>
                <w:sz w:val="26"/>
                <w:szCs w:val="26"/>
              </w:rPr>
              <w:t>0</w:t>
            </w:r>
            <w:r w:rsidR="00715296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307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E51A4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9 299 532,</w:t>
            </w:r>
            <w:r w:rsidR="00D65774">
              <w:rPr>
                <w:sz w:val="26"/>
                <w:szCs w:val="26"/>
              </w:rPr>
              <w:t>0</w:t>
            </w:r>
            <w:r w:rsidR="00715296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jc w:val="right"/>
              <w:rPr>
                <w:sz w:val="26"/>
                <w:szCs w:val="26"/>
              </w:rPr>
            </w:pPr>
            <w:r w:rsidRPr="009D7A91">
              <w:rPr>
                <w:sz w:val="26"/>
                <w:szCs w:val="26"/>
              </w:rPr>
              <w:t>-10 </w:t>
            </w:r>
            <w:r>
              <w:rPr>
                <w:sz w:val="26"/>
                <w:szCs w:val="26"/>
              </w:rPr>
              <w:t>581</w:t>
            </w:r>
            <w:r w:rsidRPr="009D7A91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004</w:t>
            </w:r>
            <w:r w:rsidRPr="009D7A91">
              <w:rPr>
                <w:sz w:val="26"/>
                <w:szCs w:val="26"/>
              </w:rPr>
              <w:t>,</w:t>
            </w:r>
            <w:r w:rsidR="00D65774">
              <w:rPr>
                <w:sz w:val="26"/>
                <w:szCs w:val="26"/>
              </w:rPr>
              <w:t>2</w:t>
            </w:r>
            <w:r w:rsidR="00715296">
              <w:rPr>
                <w:sz w:val="26"/>
                <w:szCs w:val="26"/>
              </w:rPr>
              <w:t>0</w:t>
            </w:r>
          </w:p>
        </w:tc>
      </w:tr>
      <w:tr w:rsidR="00AC73F6" w:rsidTr="00BD55A3">
        <w:trPr>
          <w:trHeight w:val="70"/>
        </w:trPr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Default="00AC73F6" w:rsidP="00BC567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EE51A4">
              <w:rPr>
                <w:sz w:val="26"/>
                <w:szCs w:val="26"/>
              </w:rPr>
              <w:t>на пополнение остатков средств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73F6" w:rsidRPr="009D7A91" w:rsidRDefault="00AC73F6" w:rsidP="00D65774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-9 299 532</w:t>
            </w:r>
            <w:r w:rsidRPr="009D7A91">
              <w:rPr>
                <w:sz w:val="26"/>
                <w:szCs w:val="26"/>
              </w:rPr>
              <w:t>,</w:t>
            </w:r>
            <w:r w:rsidR="00D65774">
              <w:rPr>
                <w:sz w:val="26"/>
                <w:szCs w:val="26"/>
              </w:rPr>
              <w:t>0</w:t>
            </w:r>
            <w:r w:rsidR="00715296">
              <w:rPr>
                <w:sz w:val="26"/>
                <w:szCs w:val="26"/>
              </w:rPr>
              <w:t>0</w:t>
            </w:r>
            <w:r w:rsidR="00680B13">
              <w:rPr>
                <w:sz w:val="26"/>
                <w:szCs w:val="26"/>
              </w:rPr>
              <w:t>»</w:t>
            </w:r>
          </w:p>
        </w:tc>
      </w:tr>
    </w:tbl>
    <w:p w:rsidR="009B1A2A" w:rsidRDefault="009B1A2A" w:rsidP="00936072">
      <w:pPr>
        <w:spacing w:after="20"/>
        <w:jc w:val="right"/>
        <w:rPr>
          <w:sz w:val="26"/>
          <w:szCs w:val="26"/>
        </w:rPr>
      </w:pPr>
    </w:p>
    <w:p w:rsidR="00DA42FB" w:rsidRDefault="00DA42FB" w:rsidP="00936072">
      <w:pPr>
        <w:spacing w:after="20"/>
        <w:jc w:val="right"/>
        <w:rPr>
          <w:sz w:val="26"/>
          <w:szCs w:val="26"/>
        </w:rPr>
      </w:pPr>
    </w:p>
    <w:p w:rsidR="00936072" w:rsidRDefault="00936072" w:rsidP="00936072">
      <w:pPr>
        <w:rPr>
          <w:sz w:val="26"/>
          <w:szCs w:val="26"/>
        </w:rPr>
      </w:pPr>
    </w:p>
    <w:sectPr w:rsidR="00936072" w:rsidSect="007B40EC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C50" w:rsidRDefault="00C93C50">
      <w:r>
        <w:separator/>
      </w:r>
    </w:p>
  </w:endnote>
  <w:endnote w:type="continuationSeparator" w:id="0">
    <w:p w:rsidR="00C93C50" w:rsidRDefault="00C93C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676" w:rsidRDefault="00CC727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BC567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C5676" w:rsidRDefault="00BC567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676" w:rsidRDefault="002F0CBD" w:rsidP="002165F3">
    <w:pPr>
      <w:pStyle w:val="a5"/>
      <w:jc w:val="right"/>
    </w:pPr>
    <w:r>
      <w:t>7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BC5676" w:rsidRDefault="00CC727A">
        <w:pPr>
          <w:pStyle w:val="a5"/>
          <w:jc w:val="right"/>
        </w:pPr>
        <w:fldSimple w:instr=" PAGE   \* MERGEFORMAT ">
          <w:r w:rsidR="00BC5676">
            <w:rPr>
              <w:noProof/>
            </w:rPr>
            <w:t>1</w:t>
          </w:r>
        </w:fldSimple>
      </w:p>
    </w:sdtContent>
  </w:sdt>
  <w:p w:rsidR="00BC5676" w:rsidRDefault="00BC567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C50" w:rsidRDefault="00C93C50">
      <w:r>
        <w:separator/>
      </w:r>
    </w:p>
  </w:footnote>
  <w:footnote w:type="continuationSeparator" w:id="0">
    <w:p w:rsidR="00C93C50" w:rsidRDefault="00C93C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710C"/>
    <w:rsid w:val="0004712F"/>
    <w:rsid w:val="00047F0C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1728F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29FB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29AC"/>
    <w:rsid w:val="001F6F90"/>
    <w:rsid w:val="002005E6"/>
    <w:rsid w:val="00201880"/>
    <w:rsid w:val="00201D89"/>
    <w:rsid w:val="00203A95"/>
    <w:rsid w:val="00205AEA"/>
    <w:rsid w:val="00206257"/>
    <w:rsid w:val="00207A15"/>
    <w:rsid w:val="00211ABA"/>
    <w:rsid w:val="00215B9F"/>
    <w:rsid w:val="00216056"/>
    <w:rsid w:val="002165F3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0CBD"/>
    <w:rsid w:val="002F4D33"/>
    <w:rsid w:val="002F56B0"/>
    <w:rsid w:val="002F58B6"/>
    <w:rsid w:val="00301DB8"/>
    <w:rsid w:val="00301E26"/>
    <w:rsid w:val="00302B01"/>
    <w:rsid w:val="00302DEF"/>
    <w:rsid w:val="0030392D"/>
    <w:rsid w:val="0030538F"/>
    <w:rsid w:val="00306D54"/>
    <w:rsid w:val="00306E3C"/>
    <w:rsid w:val="00314C22"/>
    <w:rsid w:val="0031557E"/>
    <w:rsid w:val="00315932"/>
    <w:rsid w:val="00316D11"/>
    <w:rsid w:val="00317588"/>
    <w:rsid w:val="00321DD7"/>
    <w:rsid w:val="003221E4"/>
    <w:rsid w:val="00323593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7686"/>
    <w:rsid w:val="0037056A"/>
    <w:rsid w:val="003723BD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A48"/>
    <w:rsid w:val="003D42BA"/>
    <w:rsid w:val="003D4D4B"/>
    <w:rsid w:val="003D7022"/>
    <w:rsid w:val="003D7392"/>
    <w:rsid w:val="003D79A9"/>
    <w:rsid w:val="003E1F0A"/>
    <w:rsid w:val="003F03DF"/>
    <w:rsid w:val="003F0AC0"/>
    <w:rsid w:val="003F197B"/>
    <w:rsid w:val="003F4B53"/>
    <w:rsid w:val="003F5E94"/>
    <w:rsid w:val="004045F4"/>
    <w:rsid w:val="00413913"/>
    <w:rsid w:val="00413CF8"/>
    <w:rsid w:val="00415385"/>
    <w:rsid w:val="00415711"/>
    <w:rsid w:val="00415D4B"/>
    <w:rsid w:val="00416BB5"/>
    <w:rsid w:val="00417DE3"/>
    <w:rsid w:val="004215D3"/>
    <w:rsid w:val="0042314F"/>
    <w:rsid w:val="00423D24"/>
    <w:rsid w:val="0042478A"/>
    <w:rsid w:val="00424D14"/>
    <w:rsid w:val="004259B9"/>
    <w:rsid w:val="004271E2"/>
    <w:rsid w:val="00435741"/>
    <w:rsid w:val="0043627B"/>
    <w:rsid w:val="00436D4F"/>
    <w:rsid w:val="00437944"/>
    <w:rsid w:val="00440FBE"/>
    <w:rsid w:val="00441CDE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635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E67"/>
    <w:rsid w:val="004768FA"/>
    <w:rsid w:val="00476D3F"/>
    <w:rsid w:val="00477164"/>
    <w:rsid w:val="00477F10"/>
    <w:rsid w:val="004835FE"/>
    <w:rsid w:val="00484512"/>
    <w:rsid w:val="004858DB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B7470"/>
    <w:rsid w:val="004C2284"/>
    <w:rsid w:val="004C347C"/>
    <w:rsid w:val="004C43F1"/>
    <w:rsid w:val="004C5672"/>
    <w:rsid w:val="004C56B4"/>
    <w:rsid w:val="004C5BA6"/>
    <w:rsid w:val="004C69A7"/>
    <w:rsid w:val="004D1B15"/>
    <w:rsid w:val="004D25F7"/>
    <w:rsid w:val="004D395E"/>
    <w:rsid w:val="004D7BD7"/>
    <w:rsid w:val="004E226E"/>
    <w:rsid w:val="004E27FB"/>
    <w:rsid w:val="004E2E6E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BD9"/>
    <w:rsid w:val="00520CD2"/>
    <w:rsid w:val="005217FA"/>
    <w:rsid w:val="005228F8"/>
    <w:rsid w:val="005262BA"/>
    <w:rsid w:val="00526F08"/>
    <w:rsid w:val="0053137B"/>
    <w:rsid w:val="0053391B"/>
    <w:rsid w:val="0053472B"/>
    <w:rsid w:val="0053511C"/>
    <w:rsid w:val="00535567"/>
    <w:rsid w:val="00536EE4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D45"/>
    <w:rsid w:val="005773CF"/>
    <w:rsid w:val="00577BBE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B0669"/>
    <w:rsid w:val="005B17F4"/>
    <w:rsid w:val="005B1FC4"/>
    <w:rsid w:val="005B43BB"/>
    <w:rsid w:val="005C0E77"/>
    <w:rsid w:val="005C26A9"/>
    <w:rsid w:val="005C2E91"/>
    <w:rsid w:val="005C352A"/>
    <w:rsid w:val="005C77D3"/>
    <w:rsid w:val="005D0742"/>
    <w:rsid w:val="005D2AFB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606D"/>
    <w:rsid w:val="005F74CE"/>
    <w:rsid w:val="0060477D"/>
    <w:rsid w:val="00606A36"/>
    <w:rsid w:val="00606EB1"/>
    <w:rsid w:val="00611AEA"/>
    <w:rsid w:val="00614EE7"/>
    <w:rsid w:val="0061507D"/>
    <w:rsid w:val="00615CB8"/>
    <w:rsid w:val="0061611E"/>
    <w:rsid w:val="00620A45"/>
    <w:rsid w:val="00621215"/>
    <w:rsid w:val="0062176B"/>
    <w:rsid w:val="00621982"/>
    <w:rsid w:val="006243EE"/>
    <w:rsid w:val="00624AC5"/>
    <w:rsid w:val="00625359"/>
    <w:rsid w:val="00625ADE"/>
    <w:rsid w:val="00625BEE"/>
    <w:rsid w:val="006269BD"/>
    <w:rsid w:val="00627D71"/>
    <w:rsid w:val="00632D25"/>
    <w:rsid w:val="006334FA"/>
    <w:rsid w:val="00633E49"/>
    <w:rsid w:val="00634015"/>
    <w:rsid w:val="006352EA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3A97"/>
    <w:rsid w:val="006745E3"/>
    <w:rsid w:val="00675702"/>
    <w:rsid w:val="00675BE0"/>
    <w:rsid w:val="00677366"/>
    <w:rsid w:val="00680854"/>
    <w:rsid w:val="00680B13"/>
    <w:rsid w:val="00682CCA"/>
    <w:rsid w:val="006834B2"/>
    <w:rsid w:val="00686D3A"/>
    <w:rsid w:val="006931D1"/>
    <w:rsid w:val="00693285"/>
    <w:rsid w:val="00694430"/>
    <w:rsid w:val="006958D8"/>
    <w:rsid w:val="00697365"/>
    <w:rsid w:val="00697B88"/>
    <w:rsid w:val="00697FF1"/>
    <w:rsid w:val="006A0CA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B72D5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1A11"/>
    <w:rsid w:val="00704F7A"/>
    <w:rsid w:val="00705703"/>
    <w:rsid w:val="007072A0"/>
    <w:rsid w:val="007105EA"/>
    <w:rsid w:val="00712142"/>
    <w:rsid w:val="00714649"/>
    <w:rsid w:val="007149AF"/>
    <w:rsid w:val="00714A85"/>
    <w:rsid w:val="00715296"/>
    <w:rsid w:val="007175F3"/>
    <w:rsid w:val="007237AA"/>
    <w:rsid w:val="00723E93"/>
    <w:rsid w:val="00727097"/>
    <w:rsid w:val="00730269"/>
    <w:rsid w:val="00730EED"/>
    <w:rsid w:val="00732E3E"/>
    <w:rsid w:val="00734A88"/>
    <w:rsid w:val="00737844"/>
    <w:rsid w:val="007422CD"/>
    <w:rsid w:val="0074338D"/>
    <w:rsid w:val="00744DA6"/>
    <w:rsid w:val="00746C7F"/>
    <w:rsid w:val="00747524"/>
    <w:rsid w:val="007478CC"/>
    <w:rsid w:val="00751D1F"/>
    <w:rsid w:val="00753FB4"/>
    <w:rsid w:val="0075455A"/>
    <w:rsid w:val="0075572C"/>
    <w:rsid w:val="007632CE"/>
    <w:rsid w:val="0076632E"/>
    <w:rsid w:val="00772982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40EC"/>
    <w:rsid w:val="007B6CE3"/>
    <w:rsid w:val="007B6DC6"/>
    <w:rsid w:val="007C3450"/>
    <w:rsid w:val="007C3C29"/>
    <w:rsid w:val="007C6307"/>
    <w:rsid w:val="007C7064"/>
    <w:rsid w:val="007D53DA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3008"/>
    <w:rsid w:val="00853AC7"/>
    <w:rsid w:val="0085479F"/>
    <w:rsid w:val="008547FD"/>
    <w:rsid w:val="00856BFD"/>
    <w:rsid w:val="008619A9"/>
    <w:rsid w:val="0086449D"/>
    <w:rsid w:val="00865DC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6F0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3609"/>
    <w:rsid w:val="008B5863"/>
    <w:rsid w:val="008B69DE"/>
    <w:rsid w:val="008B7B42"/>
    <w:rsid w:val="008B7F93"/>
    <w:rsid w:val="008C1588"/>
    <w:rsid w:val="008C2677"/>
    <w:rsid w:val="008C2F83"/>
    <w:rsid w:val="008C34D1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649A"/>
    <w:rsid w:val="008E7D16"/>
    <w:rsid w:val="008E7D7F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45E"/>
    <w:rsid w:val="0092063B"/>
    <w:rsid w:val="009207E6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57B40"/>
    <w:rsid w:val="0096111C"/>
    <w:rsid w:val="009614B8"/>
    <w:rsid w:val="00961A6A"/>
    <w:rsid w:val="0097223F"/>
    <w:rsid w:val="00972581"/>
    <w:rsid w:val="00972B44"/>
    <w:rsid w:val="00973D56"/>
    <w:rsid w:val="00974DA0"/>
    <w:rsid w:val="00975554"/>
    <w:rsid w:val="00975FD0"/>
    <w:rsid w:val="00976A2B"/>
    <w:rsid w:val="009808D6"/>
    <w:rsid w:val="00982F80"/>
    <w:rsid w:val="0098330E"/>
    <w:rsid w:val="00983A0C"/>
    <w:rsid w:val="00984704"/>
    <w:rsid w:val="00985431"/>
    <w:rsid w:val="009854FB"/>
    <w:rsid w:val="00985D39"/>
    <w:rsid w:val="00985FA4"/>
    <w:rsid w:val="0098708E"/>
    <w:rsid w:val="0098753D"/>
    <w:rsid w:val="00987A6A"/>
    <w:rsid w:val="00995868"/>
    <w:rsid w:val="0099720B"/>
    <w:rsid w:val="009A10E8"/>
    <w:rsid w:val="009A11BB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1A2A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D5E54"/>
    <w:rsid w:val="009D7A91"/>
    <w:rsid w:val="009F206D"/>
    <w:rsid w:val="009F3D40"/>
    <w:rsid w:val="009F4DD8"/>
    <w:rsid w:val="009F57A2"/>
    <w:rsid w:val="00A00541"/>
    <w:rsid w:val="00A00FA5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53FE"/>
    <w:rsid w:val="00A77A6F"/>
    <w:rsid w:val="00A80706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C73F6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61D3"/>
    <w:rsid w:val="00AE6F9F"/>
    <w:rsid w:val="00AF07BA"/>
    <w:rsid w:val="00AF0C5B"/>
    <w:rsid w:val="00AF28D7"/>
    <w:rsid w:val="00AF2938"/>
    <w:rsid w:val="00AF3696"/>
    <w:rsid w:val="00AF38B2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3784A"/>
    <w:rsid w:val="00B41D4D"/>
    <w:rsid w:val="00B4774F"/>
    <w:rsid w:val="00B50CB6"/>
    <w:rsid w:val="00B530E6"/>
    <w:rsid w:val="00B539A6"/>
    <w:rsid w:val="00B5497A"/>
    <w:rsid w:val="00B56E55"/>
    <w:rsid w:val="00B61F3D"/>
    <w:rsid w:val="00B6330F"/>
    <w:rsid w:val="00B63E9F"/>
    <w:rsid w:val="00B65F67"/>
    <w:rsid w:val="00B66A37"/>
    <w:rsid w:val="00B675BC"/>
    <w:rsid w:val="00B677C0"/>
    <w:rsid w:val="00B73FF5"/>
    <w:rsid w:val="00B75770"/>
    <w:rsid w:val="00B7791A"/>
    <w:rsid w:val="00B77926"/>
    <w:rsid w:val="00B77A6F"/>
    <w:rsid w:val="00B77EB3"/>
    <w:rsid w:val="00B805D7"/>
    <w:rsid w:val="00B818CB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5676"/>
    <w:rsid w:val="00BC6CB1"/>
    <w:rsid w:val="00BC725E"/>
    <w:rsid w:val="00BC72A8"/>
    <w:rsid w:val="00BD03A8"/>
    <w:rsid w:val="00BD0AE8"/>
    <w:rsid w:val="00BD1C11"/>
    <w:rsid w:val="00BD44A8"/>
    <w:rsid w:val="00BD5482"/>
    <w:rsid w:val="00BD55A3"/>
    <w:rsid w:val="00BD783B"/>
    <w:rsid w:val="00BE1F86"/>
    <w:rsid w:val="00BE33BB"/>
    <w:rsid w:val="00BE6F4C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2D29"/>
    <w:rsid w:val="00C2425B"/>
    <w:rsid w:val="00C24705"/>
    <w:rsid w:val="00C24E70"/>
    <w:rsid w:val="00C26552"/>
    <w:rsid w:val="00C269FA"/>
    <w:rsid w:val="00C270E7"/>
    <w:rsid w:val="00C303D5"/>
    <w:rsid w:val="00C31634"/>
    <w:rsid w:val="00C33EE6"/>
    <w:rsid w:val="00C364EE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6CBC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3C50"/>
    <w:rsid w:val="00C96767"/>
    <w:rsid w:val="00C9777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B7821"/>
    <w:rsid w:val="00CC0DE3"/>
    <w:rsid w:val="00CC483F"/>
    <w:rsid w:val="00CC515F"/>
    <w:rsid w:val="00CC64C7"/>
    <w:rsid w:val="00CC727A"/>
    <w:rsid w:val="00CD19D6"/>
    <w:rsid w:val="00CD338E"/>
    <w:rsid w:val="00CD40D5"/>
    <w:rsid w:val="00CE13D4"/>
    <w:rsid w:val="00CE1EB9"/>
    <w:rsid w:val="00CE252C"/>
    <w:rsid w:val="00CE3FF7"/>
    <w:rsid w:val="00CE63C3"/>
    <w:rsid w:val="00CE71FB"/>
    <w:rsid w:val="00CF0348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27B06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2B95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774"/>
    <w:rsid w:val="00D66134"/>
    <w:rsid w:val="00D664A9"/>
    <w:rsid w:val="00D70311"/>
    <w:rsid w:val="00D7036D"/>
    <w:rsid w:val="00D725C6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4CB"/>
    <w:rsid w:val="00D9723D"/>
    <w:rsid w:val="00D97CE4"/>
    <w:rsid w:val="00D97FE4"/>
    <w:rsid w:val="00DA0D5D"/>
    <w:rsid w:val="00DA277E"/>
    <w:rsid w:val="00DA41A1"/>
    <w:rsid w:val="00DA42FB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04A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08C"/>
    <w:rsid w:val="00E1293D"/>
    <w:rsid w:val="00E12DDA"/>
    <w:rsid w:val="00E135DD"/>
    <w:rsid w:val="00E1433B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3043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345"/>
    <w:rsid w:val="00E52DF7"/>
    <w:rsid w:val="00E54511"/>
    <w:rsid w:val="00E54E2C"/>
    <w:rsid w:val="00E5558F"/>
    <w:rsid w:val="00E55D99"/>
    <w:rsid w:val="00E57DB1"/>
    <w:rsid w:val="00E6210C"/>
    <w:rsid w:val="00E65F6E"/>
    <w:rsid w:val="00E714C3"/>
    <w:rsid w:val="00E71704"/>
    <w:rsid w:val="00E77E44"/>
    <w:rsid w:val="00E80567"/>
    <w:rsid w:val="00E80B18"/>
    <w:rsid w:val="00E82E4A"/>
    <w:rsid w:val="00E82FA9"/>
    <w:rsid w:val="00E83EB8"/>
    <w:rsid w:val="00E8468D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A67B8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1A4"/>
    <w:rsid w:val="00EE5A28"/>
    <w:rsid w:val="00EE6E45"/>
    <w:rsid w:val="00EE74DA"/>
    <w:rsid w:val="00EF0FBE"/>
    <w:rsid w:val="00EF2595"/>
    <w:rsid w:val="00EF60CA"/>
    <w:rsid w:val="00EF670A"/>
    <w:rsid w:val="00F00F2D"/>
    <w:rsid w:val="00F01085"/>
    <w:rsid w:val="00F0340F"/>
    <w:rsid w:val="00F04970"/>
    <w:rsid w:val="00F0620C"/>
    <w:rsid w:val="00F0620F"/>
    <w:rsid w:val="00F07E24"/>
    <w:rsid w:val="00F13B6D"/>
    <w:rsid w:val="00F17ADD"/>
    <w:rsid w:val="00F202BA"/>
    <w:rsid w:val="00F20D01"/>
    <w:rsid w:val="00F234B4"/>
    <w:rsid w:val="00F23A9F"/>
    <w:rsid w:val="00F264C6"/>
    <w:rsid w:val="00F27B51"/>
    <w:rsid w:val="00F3269A"/>
    <w:rsid w:val="00F356F2"/>
    <w:rsid w:val="00F35E7B"/>
    <w:rsid w:val="00F36C21"/>
    <w:rsid w:val="00F376CC"/>
    <w:rsid w:val="00F40042"/>
    <w:rsid w:val="00F43194"/>
    <w:rsid w:val="00F44EAC"/>
    <w:rsid w:val="00F456F4"/>
    <w:rsid w:val="00F45ABE"/>
    <w:rsid w:val="00F47D48"/>
    <w:rsid w:val="00F5000B"/>
    <w:rsid w:val="00F51F4E"/>
    <w:rsid w:val="00F532A3"/>
    <w:rsid w:val="00F54472"/>
    <w:rsid w:val="00F5663D"/>
    <w:rsid w:val="00F56EFF"/>
    <w:rsid w:val="00F571FA"/>
    <w:rsid w:val="00F6027B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83C7E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47CD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  <w:style w:type="character" w:styleId="aff">
    <w:name w:val="Emphasis"/>
    <w:basedOn w:val="a0"/>
    <w:qFormat/>
    <w:rsid w:val="0077298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29CBD-7A3C-4C06-B76E-43C3AE3AE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User</cp:lastModifiedBy>
  <cp:revision>35</cp:revision>
  <cp:lastPrinted>2017-01-24T10:17:00Z</cp:lastPrinted>
  <dcterms:created xsi:type="dcterms:W3CDTF">2015-12-15T04:41:00Z</dcterms:created>
  <dcterms:modified xsi:type="dcterms:W3CDTF">2017-01-25T10:48:00Z</dcterms:modified>
</cp:coreProperties>
</file>