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84" w:rsidRDefault="00445184" w:rsidP="00074822">
      <w:pPr>
        <w:jc w:val="right"/>
        <w:rPr>
          <w:sz w:val="26"/>
          <w:szCs w:val="26"/>
        </w:rPr>
      </w:pPr>
    </w:p>
    <w:p w:rsidR="00445184" w:rsidRPr="002636DF" w:rsidRDefault="00445184" w:rsidP="00074822">
      <w:pPr>
        <w:jc w:val="right"/>
        <w:rPr>
          <w:color w:val="FFFFFF"/>
          <w:sz w:val="26"/>
          <w:szCs w:val="26"/>
        </w:rPr>
      </w:pPr>
    </w:p>
    <w:p w:rsidR="00445184" w:rsidRPr="002636DF" w:rsidRDefault="00445184" w:rsidP="00074822">
      <w:pPr>
        <w:jc w:val="right"/>
        <w:rPr>
          <w:color w:val="FFFFFF"/>
          <w:sz w:val="26"/>
          <w:szCs w:val="26"/>
        </w:rPr>
      </w:pPr>
      <w:r w:rsidRPr="002636DF">
        <w:rPr>
          <w:color w:val="FFFFFF"/>
          <w:sz w:val="26"/>
          <w:szCs w:val="26"/>
        </w:rPr>
        <w:t>Внесен Советом депутатов</w:t>
      </w:r>
    </w:p>
    <w:p w:rsidR="00445184" w:rsidRPr="002636DF" w:rsidRDefault="00445184" w:rsidP="00074822">
      <w:pPr>
        <w:jc w:val="right"/>
        <w:rPr>
          <w:color w:val="FFFFFF"/>
          <w:sz w:val="26"/>
          <w:szCs w:val="26"/>
        </w:rPr>
      </w:pPr>
      <w:r w:rsidRPr="002636DF">
        <w:rPr>
          <w:color w:val="FFFFFF"/>
          <w:sz w:val="26"/>
          <w:szCs w:val="26"/>
        </w:rPr>
        <w:t>Алишевского сельского поселения</w:t>
      </w:r>
    </w:p>
    <w:p w:rsidR="00445184" w:rsidRPr="008E2A02" w:rsidRDefault="00445184" w:rsidP="00074822">
      <w:pPr>
        <w:rPr>
          <w:sz w:val="26"/>
          <w:szCs w:val="26"/>
        </w:rPr>
      </w:pPr>
    </w:p>
    <w:p w:rsidR="00445184" w:rsidRPr="008E2A02" w:rsidRDefault="00445184" w:rsidP="00074822">
      <w:pPr>
        <w:rPr>
          <w:sz w:val="26"/>
          <w:szCs w:val="26"/>
        </w:rPr>
      </w:pPr>
    </w:p>
    <w:p w:rsidR="00445184" w:rsidRPr="008E2A02" w:rsidRDefault="00445184" w:rsidP="00074822">
      <w:pPr>
        <w:rPr>
          <w:sz w:val="26"/>
          <w:szCs w:val="26"/>
        </w:rPr>
      </w:pPr>
    </w:p>
    <w:p w:rsidR="00445184" w:rsidRPr="008E2A02" w:rsidRDefault="00445184" w:rsidP="00074822">
      <w:pPr>
        <w:rPr>
          <w:sz w:val="26"/>
          <w:szCs w:val="26"/>
        </w:rPr>
      </w:pPr>
    </w:p>
    <w:p w:rsidR="00445184" w:rsidRPr="00B7120B" w:rsidRDefault="00445184" w:rsidP="00D1392D">
      <w:pPr>
        <w:jc w:val="right"/>
        <w:rPr>
          <w:color w:val="FFFFFF"/>
          <w:sz w:val="26"/>
          <w:szCs w:val="26"/>
        </w:rPr>
      </w:pPr>
      <w:r w:rsidRPr="00B7120B">
        <w:rPr>
          <w:color w:val="FFFFFF"/>
          <w:sz w:val="26"/>
          <w:szCs w:val="26"/>
        </w:rPr>
        <w:t>Проект</w:t>
      </w:r>
    </w:p>
    <w:p w:rsidR="00445184" w:rsidRDefault="00445184" w:rsidP="008E2A02">
      <w:pPr>
        <w:jc w:val="center"/>
        <w:rPr>
          <w:sz w:val="26"/>
          <w:szCs w:val="26"/>
        </w:rPr>
      </w:pPr>
    </w:p>
    <w:p w:rsidR="00445184" w:rsidRPr="00D1392D" w:rsidRDefault="00445184" w:rsidP="00074822">
      <w:pPr>
        <w:jc w:val="center"/>
        <w:rPr>
          <w:sz w:val="26"/>
          <w:szCs w:val="26"/>
        </w:rPr>
      </w:pPr>
    </w:p>
    <w:p w:rsidR="00445184" w:rsidRPr="00B07319" w:rsidRDefault="00445184" w:rsidP="00074822">
      <w:pPr>
        <w:jc w:val="center"/>
        <w:rPr>
          <w:b/>
          <w:sz w:val="26"/>
          <w:szCs w:val="26"/>
        </w:rPr>
      </w:pPr>
    </w:p>
    <w:p w:rsidR="00445184" w:rsidRDefault="00445184" w:rsidP="00125D23">
      <w:pPr>
        <w:jc w:val="center"/>
        <w:rPr>
          <w:b/>
          <w:sz w:val="26"/>
          <w:szCs w:val="26"/>
        </w:rPr>
      </w:pPr>
      <w:r w:rsidRPr="00B07319">
        <w:rPr>
          <w:b/>
          <w:sz w:val="26"/>
          <w:szCs w:val="26"/>
        </w:rPr>
        <w:t xml:space="preserve">О разграничении имущества между </w:t>
      </w:r>
      <w:r>
        <w:rPr>
          <w:b/>
          <w:sz w:val="26"/>
          <w:szCs w:val="26"/>
        </w:rPr>
        <w:t xml:space="preserve">Сосновским </w:t>
      </w:r>
      <w:r w:rsidRPr="00B07319">
        <w:rPr>
          <w:b/>
          <w:sz w:val="26"/>
          <w:szCs w:val="26"/>
        </w:rPr>
        <w:t>муниципальным</w:t>
      </w:r>
      <w:r>
        <w:rPr>
          <w:b/>
          <w:sz w:val="26"/>
          <w:szCs w:val="26"/>
        </w:rPr>
        <w:t xml:space="preserve"> районом</w:t>
      </w:r>
    </w:p>
    <w:p w:rsidR="00445184" w:rsidRPr="0042653C" w:rsidRDefault="00445184" w:rsidP="00125D2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Алишевским </w:t>
      </w:r>
      <w:r w:rsidRPr="00B07319">
        <w:rPr>
          <w:b/>
          <w:sz w:val="26"/>
          <w:szCs w:val="26"/>
        </w:rPr>
        <w:t>сельским поселением</w:t>
      </w:r>
    </w:p>
    <w:p w:rsidR="00445184" w:rsidRPr="00A723C3" w:rsidRDefault="00445184" w:rsidP="00125D23">
      <w:pPr>
        <w:jc w:val="center"/>
        <w:rPr>
          <w:b/>
          <w:sz w:val="26"/>
          <w:szCs w:val="26"/>
        </w:rPr>
      </w:pPr>
    </w:p>
    <w:p w:rsidR="00445184" w:rsidRPr="00A723C3" w:rsidRDefault="00445184" w:rsidP="00125D23">
      <w:pPr>
        <w:jc w:val="center"/>
        <w:rPr>
          <w:b/>
          <w:sz w:val="26"/>
          <w:szCs w:val="26"/>
        </w:rPr>
      </w:pPr>
    </w:p>
    <w:p w:rsidR="00445184" w:rsidRPr="00B07319" w:rsidRDefault="00445184" w:rsidP="00074822">
      <w:pPr>
        <w:rPr>
          <w:b/>
          <w:sz w:val="26"/>
          <w:szCs w:val="26"/>
        </w:rPr>
      </w:pPr>
    </w:p>
    <w:p w:rsidR="00445184" w:rsidRPr="00B07319" w:rsidRDefault="00445184" w:rsidP="00074822">
      <w:pPr>
        <w:spacing w:line="360" w:lineRule="auto"/>
        <w:ind w:firstLine="708"/>
        <w:jc w:val="both"/>
        <w:rPr>
          <w:sz w:val="26"/>
          <w:szCs w:val="26"/>
        </w:rPr>
      </w:pPr>
      <w:r w:rsidRPr="00B07319">
        <w:rPr>
          <w:b/>
          <w:sz w:val="26"/>
          <w:szCs w:val="26"/>
        </w:rPr>
        <w:t>Статья 1.</w:t>
      </w:r>
      <w:r w:rsidRPr="00B07319">
        <w:rPr>
          <w:b/>
          <w:sz w:val="26"/>
          <w:szCs w:val="26"/>
        </w:rPr>
        <w:tab/>
      </w:r>
      <w:r w:rsidRPr="00B07319">
        <w:rPr>
          <w:sz w:val="26"/>
          <w:szCs w:val="26"/>
        </w:rPr>
        <w:t xml:space="preserve">Утвердить перечень имущества, находящегося в собственности </w:t>
      </w:r>
      <w:r>
        <w:rPr>
          <w:sz w:val="26"/>
          <w:szCs w:val="26"/>
        </w:rPr>
        <w:t>Сосновского муниципального района</w:t>
      </w:r>
      <w:r w:rsidRPr="00B07319">
        <w:rPr>
          <w:sz w:val="26"/>
          <w:szCs w:val="26"/>
        </w:rPr>
        <w:t xml:space="preserve">, передаваемого в собственность </w:t>
      </w:r>
      <w:r>
        <w:rPr>
          <w:sz w:val="26"/>
          <w:szCs w:val="26"/>
        </w:rPr>
        <w:t xml:space="preserve">Алишевского </w:t>
      </w:r>
      <w:r w:rsidRPr="00B07319">
        <w:rPr>
          <w:sz w:val="26"/>
          <w:szCs w:val="26"/>
        </w:rPr>
        <w:t>сельского поселения (приложение).</w:t>
      </w:r>
    </w:p>
    <w:p w:rsidR="00445184" w:rsidRPr="00B07319" w:rsidRDefault="00445184" w:rsidP="00074822">
      <w:pPr>
        <w:spacing w:line="360" w:lineRule="auto"/>
        <w:jc w:val="both"/>
        <w:rPr>
          <w:sz w:val="26"/>
          <w:szCs w:val="26"/>
        </w:rPr>
      </w:pPr>
    </w:p>
    <w:p w:rsidR="00445184" w:rsidRPr="00B07319" w:rsidRDefault="00445184" w:rsidP="00074822">
      <w:pPr>
        <w:spacing w:line="360" w:lineRule="auto"/>
        <w:ind w:right="-81" w:firstLine="720"/>
        <w:jc w:val="both"/>
        <w:rPr>
          <w:sz w:val="26"/>
          <w:szCs w:val="26"/>
        </w:rPr>
      </w:pPr>
      <w:r w:rsidRPr="00B07319">
        <w:rPr>
          <w:b/>
          <w:sz w:val="26"/>
          <w:szCs w:val="26"/>
        </w:rPr>
        <w:t>Статья 2.</w:t>
      </w:r>
      <w:r w:rsidRPr="00B07319">
        <w:rPr>
          <w:b/>
          <w:sz w:val="26"/>
          <w:szCs w:val="26"/>
        </w:rPr>
        <w:tab/>
      </w:r>
      <w:r w:rsidRPr="00B07319">
        <w:rPr>
          <w:sz w:val="26"/>
          <w:szCs w:val="26"/>
        </w:rPr>
        <w:t xml:space="preserve">Право собственности </w:t>
      </w:r>
      <w:r>
        <w:rPr>
          <w:sz w:val="26"/>
          <w:szCs w:val="26"/>
        </w:rPr>
        <w:t>Алишевского сельского поселения</w:t>
      </w:r>
      <w:r w:rsidRPr="00B07319">
        <w:rPr>
          <w:sz w:val="26"/>
          <w:szCs w:val="26"/>
        </w:rPr>
        <w:t xml:space="preserve"> на указанное в приложении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>настоящему Закону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>имущество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>возникает с 15</w:t>
      </w:r>
      <w:r>
        <w:rPr>
          <w:sz w:val="26"/>
          <w:szCs w:val="26"/>
        </w:rPr>
        <w:t xml:space="preserve"> </w:t>
      </w:r>
      <w:r w:rsidRPr="00A171A1">
        <w:rPr>
          <w:sz w:val="26"/>
          <w:szCs w:val="26"/>
        </w:rPr>
        <w:t>января</w:t>
      </w:r>
      <w:r>
        <w:rPr>
          <w:sz w:val="26"/>
          <w:szCs w:val="26"/>
        </w:rPr>
        <w:br/>
      </w:r>
      <w:r w:rsidRPr="00B07319">
        <w:rPr>
          <w:sz w:val="26"/>
          <w:szCs w:val="26"/>
        </w:rPr>
        <w:t>201</w:t>
      </w:r>
      <w:r>
        <w:rPr>
          <w:sz w:val="26"/>
          <w:szCs w:val="26"/>
        </w:rPr>
        <w:t>9</w:t>
      </w:r>
      <w:r w:rsidRPr="00B07319">
        <w:rPr>
          <w:sz w:val="26"/>
          <w:szCs w:val="26"/>
        </w:rPr>
        <w:t xml:space="preserve"> года. </w:t>
      </w:r>
    </w:p>
    <w:p w:rsidR="00445184" w:rsidRPr="00B07319" w:rsidRDefault="00445184" w:rsidP="00074822">
      <w:pPr>
        <w:spacing w:line="360" w:lineRule="auto"/>
        <w:ind w:right="-81" w:firstLine="720"/>
        <w:jc w:val="both"/>
        <w:rPr>
          <w:sz w:val="26"/>
          <w:szCs w:val="26"/>
        </w:rPr>
      </w:pPr>
    </w:p>
    <w:p w:rsidR="00445184" w:rsidRPr="00B07319" w:rsidRDefault="00445184" w:rsidP="00074822">
      <w:pPr>
        <w:spacing w:line="360" w:lineRule="auto"/>
        <w:ind w:right="-82" w:firstLine="720"/>
        <w:jc w:val="both"/>
        <w:rPr>
          <w:sz w:val="26"/>
          <w:szCs w:val="26"/>
        </w:rPr>
      </w:pPr>
      <w:r w:rsidRPr="00B07319">
        <w:rPr>
          <w:b/>
          <w:sz w:val="26"/>
          <w:szCs w:val="26"/>
        </w:rPr>
        <w:t>Статья 3.</w:t>
      </w:r>
      <w:r w:rsidRPr="00B07319">
        <w:rPr>
          <w:b/>
          <w:sz w:val="26"/>
          <w:szCs w:val="26"/>
        </w:rPr>
        <w:tab/>
      </w:r>
      <w:r w:rsidRPr="00B07319">
        <w:rPr>
          <w:sz w:val="26"/>
          <w:szCs w:val="26"/>
        </w:rPr>
        <w:t>Настоящий Закон вступает в силу со дня его официального опубликования.</w:t>
      </w:r>
    </w:p>
    <w:p w:rsidR="00445184" w:rsidRPr="00B07319" w:rsidRDefault="00445184" w:rsidP="00074822">
      <w:pPr>
        <w:spacing w:line="360" w:lineRule="auto"/>
        <w:jc w:val="both"/>
        <w:rPr>
          <w:sz w:val="26"/>
          <w:szCs w:val="26"/>
        </w:rPr>
      </w:pPr>
    </w:p>
    <w:p w:rsidR="00445184" w:rsidRPr="00B07319" w:rsidRDefault="00445184" w:rsidP="00074822">
      <w:pPr>
        <w:spacing w:line="360" w:lineRule="auto"/>
        <w:jc w:val="both"/>
        <w:rPr>
          <w:sz w:val="26"/>
          <w:szCs w:val="26"/>
        </w:rPr>
      </w:pPr>
    </w:p>
    <w:p w:rsidR="00445184" w:rsidRPr="0064347C" w:rsidRDefault="00445184" w:rsidP="00074822">
      <w:pPr>
        <w:jc w:val="both"/>
        <w:rPr>
          <w:sz w:val="26"/>
          <w:szCs w:val="26"/>
        </w:rPr>
      </w:pPr>
    </w:p>
    <w:p w:rsidR="00445184" w:rsidRDefault="00445184" w:rsidP="00E66D48">
      <w:pPr>
        <w:ind w:right="-139"/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445184" w:rsidRPr="00220CF6" w:rsidRDefault="00445184" w:rsidP="00E66D48">
      <w:pPr>
        <w:ind w:right="-139"/>
        <w:jc w:val="both"/>
        <w:rPr>
          <w:sz w:val="26"/>
          <w:szCs w:val="26"/>
        </w:rPr>
      </w:pPr>
      <w:r>
        <w:rPr>
          <w:sz w:val="26"/>
          <w:szCs w:val="26"/>
        </w:rPr>
        <w:t>Губернатора Челябинской области                                                            Е.В. Редин</w:t>
      </w:r>
    </w:p>
    <w:p w:rsidR="00445184" w:rsidRPr="0064347C" w:rsidRDefault="00445184" w:rsidP="00AF7213">
      <w:pPr>
        <w:jc w:val="both"/>
        <w:rPr>
          <w:sz w:val="26"/>
          <w:szCs w:val="26"/>
        </w:rPr>
      </w:pPr>
    </w:p>
    <w:sectPr w:rsidR="00445184" w:rsidRPr="0064347C" w:rsidSect="0007482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822"/>
    <w:rsid w:val="000075C1"/>
    <w:rsid w:val="000200D7"/>
    <w:rsid w:val="00037A8D"/>
    <w:rsid w:val="00074822"/>
    <w:rsid w:val="00077C56"/>
    <w:rsid w:val="000F5E02"/>
    <w:rsid w:val="001156A1"/>
    <w:rsid w:val="00125D23"/>
    <w:rsid w:val="001F2342"/>
    <w:rsid w:val="001F44BA"/>
    <w:rsid w:val="00220CF6"/>
    <w:rsid w:val="002636DF"/>
    <w:rsid w:val="00280658"/>
    <w:rsid w:val="0042653C"/>
    <w:rsid w:val="00445184"/>
    <w:rsid w:val="00491A25"/>
    <w:rsid w:val="00521CAB"/>
    <w:rsid w:val="00536065"/>
    <w:rsid w:val="00593C3A"/>
    <w:rsid w:val="00641ADD"/>
    <w:rsid w:val="0064347C"/>
    <w:rsid w:val="00657252"/>
    <w:rsid w:val="006D1E7B"/>
    <w:rsid w:val="00765F0F"/>
    <w:rsid w:val="008C3AB7"/>
    <w:rsid w:val="008E2A02"/>
    <w:rsid w:val="009D4210"/>
    <w:rsid w:val="00A154A4"/>
    <w:rsid w:val="00A171A1"/>
    <w:rsid w:val="00A723C3"/>
    <w:rsid w:val="00A82206"/>
    <w:rsid w:val="00A97E67"/>
    <w:rsid w:val="00AF7213"/>
    <w:rsid w:val="00B07319"/>
    <w:rsid w:val="00B7120B"/>
    <w:rsid w:val="00BA12A5"/>
    <w:rsid w:val="00CB51C3"/>
    <w:rsid w:val="00D015F2"/>
    <w:rsid w:val="00D1392D"/>
    <w:rsid w:val="00D925B9"/>
    <w:rsid w:val="00E66D48"/>
    <w:rsid w:val="00E71DF0"/>
    <w:rsid w:val="00F8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8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25D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D2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1</Pages>
  <Words>107</Words>
  <Characters>612</Characters>
  <Application>Microsoft Office Outlook</Application>
  <DocSecurity>0</DocSecurity>
  <Lines>0</Lines>
  <Paragraphs>0</Paragraphs>
  <ScaleCrop>false</ScaleCrop>
  <Company>Законодательное Собрание Челябинской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User</cp:lastModifiedBy>
  <cp:revision>28</cp:revision>
  <cp:lastPrinted>2018-12-21T04:41:00Z</cp:lastPrinted>
  <dcterms:created xsi:type="dcterms:W3CDTF">2017-06-08T09:14:00Z</dcterms:created>
  <dcterms:modified xsi:type="dcterms:W3CDTF">2019-01-15T11:46:00Z</dcterms:modified>
</cp:coreProperties>
</file>