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FA4" w:rsidRPr="00F85E93" w:rsidRDefault="007E1FA4" w:rsidP="00306129">
      <w:pPr>
        <w:tabs>
          <w:tab w:val="left" w:pos="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F85E93">
        <w:rPr>
          <w:rFonts w:ascii="Times New Roman" w:hAnsi="Times New Roman" w:cs="Times New Roman"/>
          <w:sz w:val="26"/>
          <w:szCs w:val="26"/>
        </w:rPr>
        <w:t>Приложение</w:t>
      </w:r>
    </w:p>
    <w:p w:rsidR="007E1FA4" w:rsidRPr="00F85E93" w:rsidRDefault="007E1FA4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85E93">
        <w:rPr>
          <w:rFonts w:ascii="Times New Roman" w:hAnsi="Times New Roman" w:cs="Times New Roman"/>
          <w:sz w:val="26"/>
          <w:szCs w:val="26"/>
        </w:rPr>
        <w:t>к Закону Челябинской области</w:t>
      </w:r>
    </w:p>
    <w:p w:rsidR="007E1FA4" w:rsidRPr="00F85E93" w:rsidRDefault="00E56D57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85E93">
        <w:rPr>
          <w:rFonts w:ascii="Times New Roman" w:hAnsi="Times New Roman" w:cs="Times New Roman"/>
          <w:sz w:val="26"/>
          <w:szCs w:val="26"/>
        </w:rPr>
        <w:t>«О внесении изменени</w:t>
      </w:r>
      <w:r w:rsidR="00422941" w:rsidRPr="00F85E93">
        <w:rPr>
          <w:rFonts w:ascii="Times New Roman" w:hAnsi="Times New Roman" w:cs="Times New Roman"/>
          <w:sz w:val="26"/>
          <w:szCs w:val="26"/>
        </w:rPr>
        <w:t>я</w:t>
      </w:r>
      <w:r w:rsidR="007E1FA4" w:rsidRPr="00F85E93">
        <w:rPr>
          <w:rFonts w:ascii="Times New Roman" w:hAnsi="Times New Roman" w:cs="Times New Roman"/>
          <w:sz w:val="26"/>
          <w:szCs w:val="26"/>
        </w:rPr>
        <w:t xml:space="preserve"> в приложение к Закону </w:t>
      </w:r>
    </w:p>
    <w:p w:rsidR="007E1FA4" w:rsidRPr="00F85E93" w:rsidRDefault="007E1FA4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85E93">
        <w:rPr>
          <w:rFonts w:ascii="Times New Roman" w:hAnsi="Times New Roman" w:cs="Times New Roman"/>
          <w:sz w:val="26"/>
          <w:szCs w:val="26"/>
        </w:rPr>
        <w:t xml:space="preserve">Челябинской области «О разграничении имущества </w:t>
      </w:r>
    </w:p>
    <w:p w:rsidR="007E1FA4" w:rsidRPr="00F85E93" w:rsidRDefault="007E1FA4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85E93">
        <w:rPr>
          <w:rFonts w:ascii="Times New Roman" w:hAnsi="Times New Roman" w:cs="Times New Roman"/>
          <w:sz w:val="26"/>
          <w:szCs w:val="26"/>
        </w:rPr>
        <w:t xml:space="preserve">между Еманжелинским муниципальным районом и </w:t>
      </w:r>
    </w:p>
    <w:p w:rsidR="007E1FA4" w:rsidRPr="00F85E93" w:rsidRDefault="00533044" w:rsidP="00533044">
      <w:pPr>
        <w:tabs>
          <w:tab w:val="left" w:pos="0"/>
          <w:tab w:val="left" w:pos="5068"/>
          <w:tab w:val="right" w:pos="1457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85E93">
        <w:rPr>
          <w:rFonts w:ascii="Times New Roman" w:hAnsi="Times New Roman" w:cs="Times New Roman"/>
          <w:sz w:val="26"/>
          <w:szCs w:val="26"/>
        </w:rPr>
        <w:tab/>
      </w:r>
      <w:r w:rsidRPr="00F85E93">
        <w:rPr>
          <w:rFonts w:ascii="Times New Roman" w:hAnsi="Times New Roman" w:cs="Times New Roman"/>
          <w:sz w:val="26"/>
          <w:szCs w:val="26"/>
        </w:rPr>
        <w:tab/>
      </w:r>
      <w:r w:rsidR="007E1FA4" w:rsidRPr="00F85E93">
        <w:rPr>
          <w:rFonts w:ascii="Times New Roman" w:hAnsi="Times New Roman" w:cs="Times New Roman"/>
          <w:sz w:val="26"/>
          <w:szCs w:val="26"/>
        </w:rPr>
        <w:t>Еманжелинским городским поселением»</w:t>
      </w:r>
    </w:p>
    <w:p w:rsidR="00545F6E" w:rsidRPr="00F85E93" w:rsidRDefault="0015723B" w:rsidP="00222A43">
      <w:pPr>
        <w:tabs>
          <w:tab w:val="left" w:pos="0"/>
        </w:tabs>
        <w:spacing w:after="0" w:line="240" w:lineRule="auto"/>
        <w:jc w:val="right"/>
        <w:rPr>
          <w:sz w:val="26"/>
          <w:szCs w:val="26"/>
        </w:rPr>
      </w:pPr>
      <w:r w:rsidRPr="00F85E93">
        <w:rPr>
          <w:rFonts w:ascii="Times New Roman" w:hAnsi="Times New Roman" w:cs="Times New Roman"/>
          <w:sz w:val="26"/>
          <w:szCs w:val="26"/>
        </w:rPr>
        <w:t>от ___________________ № _____________</w:t>
      </w:r>
    </w:p>
    <w:p w:rsidR="007E1FA4" w:rsidRPr="00F85E93" w:rsidRDefault="007E1FA4" w:rsidP="00222A4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16753" w:rsidRPr="00F85E93" w:rsidRDefault="00F16753" w:rsidP="00F1675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422941" w:rsidRPr="00F85E93" w:rsidRDefault="00422941" w:rsidP="00F1675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993"/>
        <w:gridCol w:w="1985"/>
        <w:gridCol w:w="2693"/>
        <w:gridCol w:w="1985"/>
        <w:gridCol w:w="1987"/>
        <w:gridCol w:w="2410"/>
        <w:gridCol w:w="2831"/>
      </w:tblGrid>
      <w:tr w:rsidR="006C64BA" w:rsidRPr="00F85E93" w:rsidTr="00F85E93">
        <w:tc>
          <w:tcPr>
            <w:tcW w:w="993" w:type="dxa"/>
          </w:tcPr>
          <w:p w:rsidR="006C64BA" w:rsidRPr="00F85E93" w:rsidRDefault="00C36676" w:rsidP="00C366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36676" w:rsidRPr="00F85E93" w:rsidRDefault="00C36676" w:rsidP="00C366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85" w:type="dxa"/>
          </w:tcPr>
          <w:p w:rsidR="006C64BA" w:rsidRPr="00F85E93" w:rsidRDefault="00C36676" w:rsidP="00C366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Полное наим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нование пре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приятия, учр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ждения, наим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нование им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щества</w:t>
            </w:r>
          </w:p>
        </w:tc>
        <w:tc>
          <w:tcPr>
            <w:tcW w:w="2693" w:type="dxa"/>
          </w:tcPr>
          <w:p w:rsidR="006C64BA" w:rsidRPr="00F85E93" w:rsidRDefault="00C36676" w:rsidP="00C366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Юридический адрес предприятия, учре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дения, адрес местон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хождения имущества</w:t>
            </w:r>
          </w:p>
        </w:tc>
        <w:tc>
          <w:tcPr>
            <w:tcW w:w="1985" w:type="dxa"/>
          </w:tcPr>
          <w:p w:rsidR="006C64BA" w:rsidRPr="00F85E93" w:rsidRDefault="00C36676" w:rsidP="00C366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Балансовая стоимость имущества по состоянию на 1 июля 2006 года (тыс. рублей)</w:t>
            </w:r>
          </w:p>
        </w:tc>
        <w:tc>
          <w:tcPr>
            <w:tcW w:w="1987" w:type="dxa"/>
          </w:tcPr>
          <w:p w:rsidR="006C64BA" w:rsidRPr="00F85E93" w:rsidRDefault="00A071F6" w:rsidP="00C366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Назначение (специализ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ция)</w:t>
            </w:r>
            <w:r w:rsidR="00F85E93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имущества</w:t>
            </w:r>
          </w:p>
        </w:tc>
        <w:tc>
          <w:tcPr>
            <w:tcW w:w="2410" w:type="dxa"/>
          </w:tcPr>
          <w:p w:rsidR="006C64BA" w:rsidRPr="00F85E93" w:rsidRDefault="00A071F6" w:rsidP="00C366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Индивидуализ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рующие характ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ристики имущества (инвентарный н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мер, кадастровый номер, площадь, протяженность, идентификацио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ный номер)</w:t>
            </w:r>
          </w:p>
        </w:tc>
        <w:tc>
          <w:tcPr>
            <w:tcW w:w="2831" w:type="dxa"/>
          </w:tcPr>
          <w:p w:rsidR="006C64BA" w:rsidRPr="00F85E93" w:rsidRDefault="00A071F6" w:rsidP="00051B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Основания возникн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вения права муниц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 xml:space="preserve">пальной собственности у </w:t>
            </w:r>
            <w:proofErr w:type="spellStart"/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Еманжелинского</w:t>
            </w:r>
            <w:proofErr w:type="spellEnd"/>
            <w:r w:rsidRPr="00F85E93"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ниципального района</w:t>
            </w:r>
            <w:r w:rsidR="00051B9B" w:rsidRPr="00F85E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887000" w:rsidRPr="00887000" w:rsidRDefault="00887000" w:rsidP="00887000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993"/>
        <w:gridCol w:w="1985"/>
        <w:gridCol w:w="2693"/>
        <w:gridCol w:w="1985"/>
        <w:gridCol w:w="1987"/>
        <w:gridCol w:w="2410"/>
        <w:gridCol w:w="2831"/>
      </w:tblGrid>
      <w:tr w:rsidR="006B7906" w:rsidRPr="00F85E93" w:rsidTr="00422941">
        <w:trPr>
          <w:trHeight w:val="1349"/>
        </w:trPr>
        <w:tc>
          <w:tcPr>
            <w:tcW w:w="993" w:type="dxa"/>
          </w:tcPr>
          <w:p w:rsidR="006B7906" w:rsidRPr="00F85E93" w:rsidRDefault="006B7906" w:rsidP="00887000">
            <w:pPr>
              <w:jc w:val="center"/>
              <w:rPr>
                <w:sz w:val="26"/>
                <w:szCs w:val="26"/>
              </w:rPr>
            </w:pP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«570</w:t>
            </w:r>
            <w:r w:rsidRPr="00F85E9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="0050397A" w:rsidRPr="00F85E93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9</w:t>
            </w:r>
          </w:p>
        </w:tc>
        <w:tc>
          <w:tcPr>
            <w:tcW w:w="1985" w:type="dxa"/>
          </w:tcPr>
          <w:p w:rsidR="006B7906" w:rsidRPr="00F85E93" w:rsidRDefault="006B7906" w:rsidP="005417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2693" w:type="dxa"/>
          </w:tcPr>
          <w:p w:rsidR="006B7906" w:rsidRPr="00F85E93" w:rsidRDefault="006B7906" w:rsidP="005417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50397A" w:rsidRPr="00F85E93">
              <w:rPr>
                <w:rFonts w:ascii="Times New Roman" w:hAnsi="Times New Roman" w:cs="Times New Roman"/>
                <w:sz w:val="26"/>
                <w:szCs w:val="26"/>
              </w:rPr>
              <w:t>род Еманжелинск, улица Ленина</w:t>
            </w:r>
            <w:r w:rsidR="00F85E9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0397A" w:rsidRPr="00F85E93">
              <w:rPr>
                <w:rFonts w:ascii="Times New Roman" w:hAnsi="Times New Roman" w:cs="Times New Roman"/>
                <w:sz w:val="26"/>
                <w:szCs w:val="26"/>
              </w:rPr>
              <w:t>8, квартира 62</w:t>
            </w:r>
          </w:p>
        </w:tc>
        <w:tc>
          <w:tcPr>
            <w:tcW w:w="1985" w:type="dxa"/>
          </w:tcPr>
          <w:p w:rsidR="006B7906" w:rsidRPr="00F85E93" w:rsidRDefault="006B7906" w:rsidP="0054179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</w:tcPr>
          <w:p w:rsidR="006B7906" w:rsidRPr="00F85E93" w:rsidRDefault="006B7906" w:rsidP="00F85E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жилищный фонд</w:t>
            </w:r>
          </w:p>
        </w:tc>
        <w:tc>
          <w:tcPr>
            <w:tcW w:w="2410" w:type="dxa"/>
          </w:tcPr>
          <w:p w:rsidR="006B7906" w:rsidRPr="00F85E93" w:rsidRDefault="00887000" w:rsidP="00F85E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74:28:0101001:143,</w:t>
            </w:r>
            <w:r w:rsidR="0050397A" w:rsidRPr="00F85E93">
              <w:rPr>
                <w:rFonts w:ascii="Times New Roman" w:hAnsi="Times New Roman" w:cs="Times New Roman"/>
                <w:sz w:val="26"/>
                <w:szCs w:val="26"/>
              </w:rPr>
              <w:t xml:space="preserve">52,4 </w:t>
            </w:r>
            <w:r w:rsidR="006B7906" w:rsidRPr="00F85E93">
              <w:rPr>
                <w:rFonts w:ascii="Times New Roman" w:hAnsi="Times New Roman" w:cs="Times New Roman"/>
                <w:sz w:val="26"/>
                <w:szCs w:val="26"/>
              </w:rPr>
              <w:t xml:space="preserve"> кв. м</w:t>
            </w:r>
          </w:p>
          <w:p w:rsidR="006B7906" w:rsidRPr="00F85E93" w:rsidRDefault="006B7906" w:rsidP="00F85E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7906" w:rsidRPr="00F85E93" w:rsidRDefault="006B7906" w:rsidP="00F85E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1" w:type="dxa"/>
          </w:tcPr>
          <w:p w:rsidR="006B7906" w:rsidRPr="00F85E93" w:rsidRDefault="006B7906" w:rsidP="005417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свидетельство о гос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r w:rsidR="0050397A" w:rsidRPr="00F85E93">
              <w:rPr>
                <w:rFonts w:ascii="Times New Roman" w:hAnsi="Times New Roman" w:cs="Times New Roman"/>
                <w:sz w:val="26"/>
                <w:szCs w:val="26"/>
              </w:rPr>
              <w:t>ственной регистр</w:t>
            </w:r>
            <w:r w:rsidR="0050397A" w:rsidRPr="00F85E9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50397A" w:rsidRPr="00F85E93">
              <w:rPr>
                <w:rFonts w:ascii="Times New Roman" w:hAnsi="Times New Roman" w:cs="Times New Roman"/>
                <w:sz w:val="26"/>
                <w:szCs w:val="26"/>
              </w:rPr>
              <w:t>ции права от 27 июля 2004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50397A" w:rsidRPr="00F85E9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50397A" w:rsidRPr="00F85E9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50397A" w:rsidRPr="00F85E93">
              <w:rPr>
                <w:rFonts w:ascii="Times New Roman" w:hAnsi="Times New Roman" w:cs="Times New Roman"/>
                <w:sz w:val="26"/>
                <w:szCs w:val="26"/>
              </w:rPr>
              <w:t>рия 74-АК</w:t>
            </w:r>
            <w:r w:rsidRPr="00F85E93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50397A" w:rsidRPr="00F85E93">
              <w:rPr>
                <w:rFonts w:ascii="Times New Roman" w:hAnsi="Times New Roman" w:cs="Times New Roman"/>
                <w:sz w:val="26"/>
                <w:szCs w:val="26"/>
              </w:rPr>
              <w:t>077191</w:t>
            </w:r>
            <w:r w:rsidR="00F85E9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6B7906" w:rsidRPr="00F85E93" w:rsidRDefault="006B7906" w:rsidP="0054179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F304C" w:rsidRPr="00F85E93" w:rsidRDefault="001F304C">
      <w:pPr>
        <w:rPr>
          <w:sz w:val="26"/>
          <w:szCs w:val="26"/>
        </w:rPr>
      </w:pPr>
    </w:p>
    <w:sectPr w:rsidR="001F304C" w:rsidRPr="00F85E93" w:rsidSect="00415CA7">
      <w:footerReference w:type="default" r:id="rId7"/>
      <w:pgSz w:w="16838" w:h="11906" w:orient="landscape"/>
      <w:pgMar w:top="1418" w:right="1134" w:bottom="1134" w:left="1134" w:header="709" w:footer="85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ADA" w:rsidRDefault="00E61ADA" w:rsidP="003B716F">
      <w:pPr>
        <w:spacing w:after="0" w:line="240" w:lineRule="auto"/>
      </w:pPr>
      <w:r>
        <w:separator/>
      </w:r>
    </w:p>
  </w:endnote>
  <w:endnote w:type="continuationSeparator" w:id="0">
    <w:p w:rsidR="00E61ADA" w:rsidRDefault="00E61ADA" w:rsidP="003B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39743"/>
      <w:docPartObj>
        <w:docPartGallery w:val="Page Numbers (Bottom of Page)"/>
        <w:docPartUnique/>
      </w:docPartObj>
    </w:sdtPr>
    <w:sdtContent>
      <w:p w:rsidR="00415CA7" w:rsidRDefault="00415CA7">
        <w:pPr>
          <w:pStyle w:val="a6"/>
          <w:jc w:val="right"/>
        </w:pPr>
        <w:r w:rsidRPr="00415CA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15CA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15CA7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415CA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3B716F" w:rsidRPr="00415CA7" w:rsidRDefault="003B716F" w:rsidP="00415CA7">
    <w:pPr>
      <w:pStyle w:val="a6"/>
      <w:jc w:val="right"/>
      <w:rPr>
        <w:rFonts w:ascii="Times New Roman" w:hAnsi="Times New Roman" w:cs="Times New Roman"/>
        <w:sz w:val="26"/>
        <w:szCs w:val="2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ADA" w:rsidRDefault="00E61ADA" w:rsidP="003B716F">
      <w:pPr>
        <w:spacing w:after="0" w:line="240" w:lineRule="auto"/>
      </w:pPr>
      <w:r>
        <w:separator/>
      </w:r>
    </w:p>
  </w:footnote>
  <w:footnote w:type="continuationSeparator" w:id="0">
    <w:p w:rsidR="00E61ADA" w:rsidRDefault="00E61ADA" w:rsidP="003B7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E1FA4"/>
    <w:rsid w:val="000010C2"/>
    <w:rsid w:val="00011376"/>
    <w:rsid w:val="000122F9"/>
    <w:rsid w:val="000324D8"/>
    <w:rsid w:val="0003340D"/>
    <w:rsid w:val="0004501B"/>
    <w:rsid w:val="00050B42"/>
    <w:rsid w:val="00051708"/>
    <w:rsid w:val="00051B9B"/>
    <w:rsid w:val="00057B9C"/>
    <w:rsid w:val="000A01A2"/>
    <w:rsid w:val="000A057B"/>
    <w:rsid w:val="000B1BAC"/>
    <w:rsid w:val="000E0F7A"/>
    <w:rsid w:val="000E72D2"/>
    <w:rsid w:val="000F01FA"/>
    <w:rsid w:val="00107F91"/>
    <w:rsid w:val="00150B15"/>
    <w:rsid w:val="0015723B"/>
    <w:rsid w:val="00187C5E"/>
    <w:rsid w:val="00193B9B"/>
    <w:rsid w:val="001A69B8"/>
    <w:rsid w:val="001E0D70"/>
    <w:rsid w:val="001E28D9"/>
    <w:rsid w:val="001E3C33"/>
    <w:rsid w:val="001F304C"/>
    <w:rsid w:val="00213A80"/>
    <w:rsid w:val="00222A43"/>
    <w:rsid w:val="00242698"/>
    <w:rsid w:val="002474E0"/>
    <w:rsid w:val="002654F7"/>
    <w:rsid w:val="00272CC9"/>
    <w:rsid w:val="002B73B0"/>
    <w:rsid w:val="002C7917"/>
    <w:rsid w:val="003049B5"/>
    <w:rsid w:val="00306129"/>
    <w:rsid w:val="003143CB"/>
    <w:rsid w:val="00333950"/>
    <w:rsid w:val="00346AD8"/>
    <w:rsid w:val="0036567A"/>
    <w:rsid w:val="003839F4"/>
    <w:rsid w:val="00385373"/>
    <w:rsid w:val="0039714D"/>
    <w:rsid w:val="003A2484"/>
    <w:rsid w:val="003A3A3C"/>
    <w:rsid w:val="003B716F"/>
    <w:rsid w:val="003B79DE"/>
    <w:rsid w:val="003C4533"/>
    <w:rsid w:val="003D5F3C"/>
    <w:rsid w:val="00410228"/>
    <w:rsid w:val="00415CA7"/>
    <w:rsid w:val="00422941"/>
    <w:rsid w:val="00451643"/>
    <w:rsid w:val="0048439F"/>
    <w:rsid w:val="0050397A"/>
    <w:rsid w:val="005271FF"/>
    <w:rsid w:val="00532E84"/>
    <w:rsid w:val="00533044"/>
    <w:rsid w:val="0054460D"/>
    <w:rsid w:val="00545F6E"/>
    <w:rsid w:val="00546D9B"/>
    <w:rsid w:val="00596E02"/>
    <w:rsid w:val="005C353F"/>
    <w:rsid w:val="005C540C"/>
    <w:rsid w:val="005C713C"/>
    <w:rsid w:val="005F1CDA"/>
    <w:rsid w:val="0060600A"/>
    <w:rsid w:val="006670A3"/>
    <w:rsid w:val="00667EBE"/>
    <w:rsid w:val="006B7906"/>
    <w:rsid w:val="006C4196"/>
    <w:rsid w:val="006C64BA"/>
    <w:rsid w:val="006D0517"/>
    <w:rsid w:val="006E0687"/>
    <w:rsid w:val="006E2BC9"/>
    <w:rsid w:val="007277FF"/>
    <w:rsid w:val="0074662A"/>
    <w:rsid w:val="00747550"/>
    <w:rsid w:val="00767E53"/>
    <w:rsid w:val="00791B62"/>
    <w:rsid w:val="0079488D"/>
    <w:rsid w:val="007B2701"/>
    <w:rsid w:val="007E160E"/>
    <w:rsid w:val="007E1FA4"/>
    <w:rsid w:val="007F4763"/>
    <w:rsid w:val="007F4D8B"/>
    <w:rsid w:val="00805B51"/>
    <w:rsid w:val="00806DF0"/>
    <w:rsid w:val="00821886"/>
    <w:rsid w:val="00842467"/>
    <w:rsid w:val="00850D43"/>
    <w:rsid w:val="008716B1"/>
    <w:rsid w:val="00887000"/>
    <w:rsid w:val="00892D0E"/>
    <w:rsid w:val="008C3386"/>
    <w:rsid w:val="009000C1"/>
    <w:rsid w:val="00945BA4"/>
    <w:rsid w:val="00946AFE"/>
    <w:rsid w:val="009640BD"/>
    <w:rsid w:val="009926B4"/>
    <w:rsid w:val="009931C4"/>
    <w:rsid w:val="009B68DC"/>
    <w:rsid w:val="009F4F6A"/>
    <w:rsid w:val="009F53EC"/>
    <w:rsid w:val="009F7751"/>
    <w:rsid w:val="00A071F6"/>
    <w:rsid w:val="00A1269C"/>
    <w:rsid w:val="00A33C28"/>
    <w:rsid w:val="00A74ECD"/>
    <w:rsid w:val="00AB0FA7"/>
    <w:rsid w:val="00AF0462"/>
    <w:rsid w:val="00AF1413"/>
    <w:rsid w:val="00B0164B"/>
    <w:rsid w:val="00B118F8"/>
    <w:rsid w:val="00B27B33"/>
    <w:rsid w:val="00B41123"/>
    <w:rsid w:val="00B63638"/>
    <w:rsid w:val="00B74E41"/>
    <w:rsid w:val="00B858B6"/>
    <w:rsid w:val="00B87EFA"/>
    <w:rsid w:val="00B9217F"/>
    <w:rsid w:val="00BA2D0F"/>
    <w:rsid w:val="00BD07FF"/>
    <w:rsid w:val="00BE6D37"/>
    <w:rsid w:val="00BF141B"/>
    <w:rsid w:val="00C26FA9"/>
    <w:rsid w:val="00C36676"/>
    <w:rsid w:val="00C56B2F"/>
    <w:rsid w:val="00C57B2C"/>
    <w:rsid w:val="00C7350D"/>
    <w:rsid w:val="00CA5180"/>
    <w:rsid w:val="00CC2759"/>
    <w:rsid w:val="00CC2CF4"/>
    <w:rsid w:val="00CD2AF2"/>
    <w:rsid w:val="00CE0438"/>
    <w:rsid w:val="00CE7625"/>
    <w:rsid w:val="00D1084C"/>
    <w:rsid w:val="00D42D64"/>
    <w:rsid w:val="00D55CAB"/>
    <w:rsid w:val="00D85798"/>
    <w:rsid w:val="00D85CDE"/>
    <w:rsid w:val="00DA3748"/>
    <w:rsid w:val="00DA62D1"/>
    <w:rsid w:val="00DB0083"/>
    <w:rsid w:val="00DB6BFD"/>
    <w:rsid w:val="00DD62CD"/>
    <w:rsid w:val="00DE273F"/>
    <w:rsid w:val="00DE340D"/>
    <w:rsid w:val="00DF5E9B"/>
    <w:rsid w:val="00E404EE"/>
    <w:rsid w:val="00E43FDD"/>
    <w:rsid w:val="00E55413"/>
    <w:rsid w:val="00E56014"/>
    <w:rsid w:val="00E56D57"/>
    <w:rsid w:val="00E61ADA"/>
    <w:rsid w:val="00E7340D"/>
    <w:rsid w:val="00E93B13"/>
    <w:rsid w:val="00EB6769"/>
    <w:rsid w:val="00EC2BD9"/>
    <w:rsid w:val="00ED01DC"/>
    <w:rsid w:val="00ED17D0"/>
    <w:rsid w:val="00EE30F7"/>
    <w:rsid w:val="00F05208"/>
    <w:rsid w:val="00F11418"/>
    <w:rsid w:val="00F12710"/>
    <w:rsid w:val="00F16753"/>
    <w:rsid w:val="00F314EF"/>
    <w:rsid w:val="00F33C61"/>
    <w:rsid w:val="00F46407"/>
    <w:rsid w:val="00F85E93"/>
    <w:rsid w:val="00F97D31"/>
    <w:rsid w:val="00FA1474"/>
    <w:rsid w:val="00FF16EA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1F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716F"/>
  </w:style>
  <w:style w:type="paragraph" w:styleId="a6">
    <w:name w:val="footer"/>
    <w:basedOn w:val="a"/>
    <w:link w:val="a7"/>
    <w:uiPriority w:val="99"/>
    <w:unhideWhenUsed/>
    <w:rsid w:val="003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716F"/>
  </w:style>
  <w:style w:type="paragraph" w:styleId="a8">
    <w:name w:val="Document Map"/>
    <w:basedOn w:val="a"/>
    <w:link w:val="a9"/>
    <w:uiPriority w:val="99"/>
    <w:semiHidden/>
    <w:unhideWhenUsed/>
    <w:rsid w:val="0030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306129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415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5C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F3606"/>
    <w:rsid w:val="004546B9"/>
    <w:rsid w:val="006F3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F41D51AFA404AE999E7343E7A1E6C44">
    <w:name w:val="4F41D51AFA404AE999E7343E7A1E6C44"/>
    <w:rsid w:val="006F360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31051-2CA8-4474-BE01-DD7F9CE4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Masharova_ag</cp:lastModifiedBy>
  <cp:revision>121</cp:revision>
  <cp:lastPrinted>2016-12-14T10:26:00Z</cp:lastPrinted>
  <dcterms:created xsi:type="dcterms:W3CDTF">2011-11-21T04:45:00Z</dcterms:created>
  <dcterms:modified xsi:type="dcterms:W3CDTF">2016-12-14T10:27:00Z</dcterms:modified>
</cp:coreProperties>
</file>