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BAD" w:rsidRPr="00B25B1A" w:rsidRDefault="00D80BAD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B25B1A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D80BAD" w:rsidRPr="00B25B1A" w:rsidRDefault="00D80BAD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25B1A">
        <w:rPr>
          <w:rFonts w:ascii="Times New Roman" w:hAnsi="Times New Roman" w:cs="Times New Roman"/>
          <w:sz w:val="26"/>
          <w:szCs w:val="26"/>
        </w:rPr>
        <w:t>«Об областном бюджете на 2016 год»</w:t>
      </w:r>
    </w:p>
    <w:p w:rsidR="00D80BAD" w:rsidRPr="00B25B1A" w:rsidRDefault="00D80BAD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80BAD" w:rsidRPr="00B25B1A" w:rsidRDefault="00D80BAD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80BAD" w:rsidRPr="00B25B1A" w:rsidRDefault="00D80BA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B25B1A">
        <w:rPr>
          <w:b/>
          <w:sz w:val="26"/>
          <w:szCs w:val="26"/>
        </w:rPr>
        <w:t>Статья 1.</w:t>
      </w:r>
      <w:r w:rsidRPr="00B25B1A">
        <w:rPr>
          <w:sz w:val="26"/>
          <w:szCs w:val="26"/>
        </w:rPr>
        <w:tab/>
        <w:t xml:space="preserve">Внести в Закон Челябинской области от 24 декабря 2015 года </w:t>
      </w:r>
      <w:r w:rsidRPr="00B25B1A">
        <w:rPr>
          <w:sz w:val="26"/>
          <w:szCs w:val="26"/>
        </w:rPr>
        <w:br/>
        <w:t>№ 275-ЗО «Об областном бюджете на 2016 год» (Южноуральская панорама, 2015,    25 декабря; 2016, 27 февраля; Официальный интернет-портал правовой информации (www.</w:t>
      </w:r>
      <w:r w:rsidRPr="00B25B1A">
        <w:rPr>
          <w:sz w:val="26"/>
          <w:szCs w:val="26"/>
          <w:lang w:val="en-US"/>
        </w:rPr>
        <w:t>pravo</w:t>
      </w:r>
      <w:r w:rsidRPr="00B25B1A">
        <w:rPr>
          <w:sz w:val="26"/>
          <w:szCs w:val="26"/>
        </w:rPr>
        <w:t>.</w:t>
      </w:r>
      <w:r w:rsidRPr="00B25B1A">
        <w:rPr>
          <w:sz w:val="26"/>
          <w:szCs w:val="26"/>
          <w:lang w:val="en-US"/>
        </w:rPr>
        <w:t>gov</w:t>
      </w:r>
      <w:r w:rsidRPr="00B25B1A">
        <w:rPr>
          <w:sz w:val="26"/>
          <w:szCs w:val="26"/>
        </w:rPr>
        <w:t>.</w:t>
      </w:r>
      <w:r w:rsidRPr="00B25B1A">
        <w:rPr>
          <w:sz w:val="26"/>
          <w:szCs w:val="26"/>
          <w:lang w:val="en-US"/>
        </w:rPr>
        <w:t>ru</w:t>
      </w:r>
      <w:r w:rsidRPr="00B25B1A">
        <w:rPr>
          <w:sz w:val="26"/>
          <w:szCs w:val="26"/>
        </w:rPr>
        <w:t>), 1 апреля 2016 года, № 7400201604010001) следующие изменения:</w:t>
      </w:r>
    </w:p>
    <w:p w:rsidR="00D80BAD" w:rsidRPr="00B25B1A" w:rsidRDefault="00D80BAD" w:rsidP="00A8305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25B1A">
        <w:rPr>
          <w:spacing w:val="-4"/>
          <w:sz w:val="26"/>
          <w:szCs w:val="26"/>
        </w:rPr>
        <w:t xml:space="preserve">1) </w:t>
      </w:r>
      <w:r w:rsidRPr="00B25B1A">
        <w:rPr>
          <w:sz w:val="26"/>
          <w:szCs w:val="26"/>
        </w:rPr>
        <w:t>в статье 1:</w:t>
      </w:r>
    </w:p>
    <w:p w:rsidR="00D80BAD" w:rsidRPr="00B25B1A" w:rsidRDefault="00D80BA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в пункте 1 цифры «112 785 538,25» заменить цифрами «116 940 606,54», цифры «20 503 725,41» заменить цифрами «</w:t>
      </w:r>
      <w:r>
        <w:rPr>
          <w:sz w:val="26"/>
          <w:szCs w:val="26"/>
        </w:rPr>
        <w:t>21 426 883,</w:t>
      </w:r>
      <w:r w:rsidRPr="00B25B1A">
        <w:rPr>
          <w:sz w:val="26"/>
          <w:szCs w:val="26"/>
        </w:rPr>
        <w:t>7»;</w:t>
      </w:r>
    </w:p>
    <w:p w:rsidR="00D80BAD" w:rsidRPr="00B25B1A" w:rsidRDefault="00D80BAD" w:rsidP="008C189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25B1A">
        <w:rPr>
          <w:sz w:val="26"/>
          <w:szCs w:val="26"/>
        </w:rPr>
        <w:t>в пункте 2 цифры «121 504 260,85» заменить цифрами «125 659 329,14»;</w:t>
      </w:r>
    </w:p>
    <w:p w:rsidR="00D80BAD" w:rsidRPr="00B25B1A" w:rsidRDefault="00D80BA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B25B1A">
        <w:rPr>
          <w:sz w:val="26"/>
          <w:szCs w:val="26"/>
        </w:rPr>
        <w:t>) в статье 16:</w:t>
      </w:r>
    </w:p>
    <w:p w:rsidR="00D80BAD" w:rsidRPr="00B25B1A" w:rsidRDefault="00D80BA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в части 1:</w:t>
      </w:r>
    </w:p>
    <w:p w:rsidR="00D80BAD" w:rsidRPr="00B25B1A" w:rsidRDefault="00D80BA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25B1A">
        <w:rPr>
          <w:sz w:val="26"/>
          <w:szCs w:val="26"/>
        </w:rPr>
        <w:t>в абзаце первом цифры «62 894 334,22» заменить цифрами «63 912 960,5»</w:t>
      </w:r>
      <w:r w:rsidRPr="00B25B1A">
        <w:rPr>
          <w:bCs/>
          <w:sz w:val="26"/>
          <w:szCs w:val="26"/>
        </w:rPr>
        <w:t>;</w:t>
      </w:r>
    </w:p>
    <w:p w:rsidR="00D80BAD" w:rsidRPr="00B25B1A" w:rsidRDefault="00D80BA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25B1A">
        <w:rPr>
          <w:sz w:val="26"/>
          <w:szCs w:val="26"/>
        </w:rPr>
        <w:t>в пункте 1 цифры «62 691 718,42» заменить цифрами «63 710 344,7»</w:t>
      </w:r>
      <w:r w:rsidRPr="00B25B1A">
        <w:rPr>
          <w:bCs/>
          <w:sz w:val="26"/>
          <w:szCs w:val="26"/>
        </w:rPr>
        <w:t>;</w:t>
      </w:r>
    </w:p>
    <w:p w:rsidR="00D80BAD" w:rsidRPr="00B25B1A" w:rsidRDefault="00D80BA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25B1A">
        <w:rPr>
          <w:sz w:val="26"/>
          <w:szCs w:val="26"/>
        </w:rPr>
        <w:t>в абзаце первом части 3 цифры «1 396 684,6» заменить цифрами «1 397 684,6»</w:t>
      </w:r>
      <w:r w:rsidRPr="00B25B1A">
        <w:rPr>
          <w:bCs/>
          <w:sz w:val="26"/>
          <w:szCs w:val="26"/>
        </w:rPr>
        <w:t>;</w:t>
      </w:r>
    </w:p>
    <w:p w:rsidR="00D80BAD" w:rsidRPr="00B25B1A" w:rsidRDefault="00D80BA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B25B1A">
        <w:rPr>
          <w:sz w:val="26"/>
          <w:szCs w:val="26"/>
        </w:rPr>
        <w:t>) приложение 5 изложить в новой редакции (приложение 1 к настоящему</w:t>
      </w:r>
      <w:r w:rsidRPr="00B25B1A">
        <w:rPr>
          <w:sz w:val="26"/>
          <w:szCs w:val="26"/>
        </w:rPr>
        <w:br/>
        <w:t>Закону);</w:t>
      </w:r>
    </w:p>
    <w:p w:rsidR="00D80BAD" w:rsidRPr="00B25B1A" w:rsidRDefault="00D80BA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B25B1A">
        <w:rPr>
          <w:sz w:val="26"/>
          <w:szCs w:val="26"/>
        </w:rPr>
        <w:t xml:space="preserve">) приложение 6 изложить в новой редакции (приложение 2 к настоящему </w:t>
      </w:r>
      <w:r w:rsidRPr="00B25B1A">
        <w:rPr>
          <w:sz w:val="26"/>
          <w:szCs w:val="26"/>
        </w:rPr>
        <w:br/>
        <w:t>Закону);</w:t>
      </w:r>
    </w:p>
    <w:p w:rsidR="00D80BAD" w:rsidRPr="00B25B1A" w:rsidRDefault="00D80BA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B25B1A">
        <w:rPr>
          <w:sz w:val="26"/>
          <w:szCs w:val="26"/>
        </w:rPr>
        <w:t>) приложение 7 изложить в новой редакции (приложение 3 к настоящему</w:t>
      </w:r>
      <w:r w:rsidRPr="00B25B1A">
        <w:rPr>
          <w:sz w:val="26"/>
          <w:szCs w:val="26"/>
        </w:rPr>
        <w:br/>
        <w:t>Закону);</w:t>
      </w:r>
    </w:p>
    <w:p w:rsidR="00D80BAD" w:rsidRPr="00B25B1A" w:rsidRDefault="00D80BA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B25B1A">
        <w:rPr>
          <w:sz w:val="26"/>
          <w:szCs w:val="26"/>
        </w:rPr>
        <w:t xml:space="preserve">) приложение 8 изложить в новой редакции (приложение 4 к настоящему </w:t>
      </w:r>
      <w:r w:rsidRPr="00B25B1A">
        <w:rPr>
          <w:sz w:val="26"/>
          <w:szCs w:val="26"/>
        </w:rPr>
        <w:br/>
        <w:t>Закону);</w:t>
      </w:r>
    </w:p>
    <w:p w:rsidR="00D80BAD" w:rsidRPr="00B25B1A" w:rsidRDefault="00D80BAD" w:rsidP="001870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B25B1A">
        <w:rPr>
          <w:sz w:val="26"/>
          <w:szCs w:val="26"/>
        </w:rPr>
        <w:t xml:space="preserve">) приложение 9 изложить в новой редакции (приложение 5 к настоящему </w:t>
      </w:r>
      <w:r w:rsidRPr="00B25B1A">
        <w:rPr>
          <w:sz w:val="26"/>
          <w:szCs w:val="26"/>
        </w:rPr>
        <w:br/>
        <w:t>Закону);</w:t>
      </w:r>
    </w:p>
    <w:p w:rsidR="00D80BAD" w:rsidRPr="00B25B1A" w:rsidRDefault="00D80BAD" w:rsidP="001870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B25B1A">
        <w:rPr>
          <w:sz w:val="26"/>
          <w:szCs w:val="26"/>
        </w:rPr>
        <w:t xml:space="preserve">) приложение 10 изложить в новой редакции (приложение 6 к настоящему </w:t>
      </w:r>
      <w:r w:rsidRPr="00B25B1A">
        <w:rPr>
          <w:sz w:val="26"/>
          <w:szCs w:val="26"/>
        </w:rPr>
        <w:br/>
        <w:t>Закону);</w:t>
      </w:r>
    </w:p>
    <w:p w:rsidR="00D80BAD" w:rsidRPr="00B25B1A" w:rsidRDefault="00D80BAD" w:rsidP="008672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B25B1A">
        <w:rPr>
          <w:sz w:val="26"/>
          <w:szCs w:val="26"/>
        </w:rPr>
        <w:t>) в приложении 13:</w:t>
      </w:r>
    </w:p>
    <w:p w:rsidR="00D80BAD" w:rsidRPr="00B25B1A" w:rsidRDefault="00D80BAD" w:rsidP="00401B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таблицу 5 изложить в новой редакции (приложение 7 к настоящему Закону);</w:t>
      </w:r>
    </w:p>
    <w:p w:rsidR="00D80BAD" w:rsidRPr="00B25B1A" w:rsidRDefault="00D80BAD" w:rsidP="008672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таблицу 11 изложить в новой редакции (приложение 8 к настоящему Закону);</w:t>
      </w:r>
    </w:p>
    <w:p w:rsidR="00D80BAD" w:rsidRPr="00B25B1A" w:rsidRDefault="00D80BAD" w:rsidP="008672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таблицу 13 изложить в новой редакции (приложение 9 к настоящему Закону);</w:t>
      </w:r>
    </w:p>
    <w:p w:rsidR="00D80BAD" w:rsidRPr="00B25B1A" w:rsidRDefault="00D80BAD" w:rsidP="008672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таблицу 14 изложить в новой редакции (приложение 10 к настоящему Закону);</w:t>
      </w:r>
    </w:p>
    <w:p w:rsidR="00D80BAD" w:rsidRPr="00B25B1A" w:rsidRDefault="00D80BAD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таблицу 17 изложить в новой редакции (приложение 11 к настоящему Закону);</w:t>
      </w:r>
    </w:p>
    <w:p w:rsidR="00D80BAD" w:rsidRPr="00B25B1A" w:rsidRDefault="00D80BAD" w:rsidP="00860A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таблицу 24 изложить в новой редакции (приложение 12 к настоящему Закону);</w:t>
      </w:r>
    </w:p>
    <w:p w:rsidR="00D80BAD" w:rsidRPr="00B25B1A" w:rsidRDefault="00D80BAD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таблицу 35 изложить в новой редакции (приложение 13 к настоящему Закону);</w:t>
      </w:r>
    </w:p>
    <w:p w:rsidR="00D80BAD" w:rsidRPr="00B25B1A" w:rsidRDefault="00D80BAD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таблицу 39 изложить в новой редакции (приложение 14 к настоящему Закону);</w:t>
      </w:r>
    </w:p>
    <w:p w:rsidR="00D80BAD" w:rsidRPr="00B25B1A" w:rsidRDefault="00D80BAD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таблицу 42 изложить в новой редакции (приложение 15 к настоящему Закону);</w:t>
      </w:r>
    </w:p>
    <w:p w:rsidR="00D80BAD" w:rsidRPr="00B25B1A" w:rsidRDefault="00D80BAD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таблицу 47 изложить в новой редакции (приложение 16 к настоящему Закону).</w:t>
      </w:r>
    </w:p>
    <w:p w:rsidR="00D80BAD" w:rsidRPr="00B25B1A" w:rsidRDefault="00D80BAD" w:rsidP="00B47D3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D80BAD" w:rsidRPr="00B25B1A" w:rsidRDefault="00D80BAD" w:rsidP="00B47D3F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25B1A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B25B1A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B25B1A">
        <w:rPr>
          <w:rFonts w:ascii="Times New Roman" w:hAnsi="Times New Roman" w:cs="Times New Roman"/>
          <w:sz w:val="26"/>
          <w:szCs w:val="26"/>
        </w:rPr>
        <w:t>б</w:t>
      </w:r>
      <w:r w:rsidRPr="00B25B1A">
        <w:rPr>
          <w:rFonts w:ascii="Times New Roman" w:hAnsi="Times New Roman" w:cs="Times New Roman"/>
          <w:sz w:val="26"/>
          <w:szCs w:val="26"/>
        </w:rPr>
        <w:t>ликования.</w:t>
      </w:r>
    </w:p>
    <w:p w:rsidR="00D80BAD" w:rsidRPr="00B25B1A" w:rsidRDefault="00D80BAD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80BAD" w:rsidRPr="00B25B1A" w:rsidRDefault="00D80BAD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D80BAD" w:rsidRPr="00A33F1D" w:rsidTr="00515637">
        <w:tc>
          <w:tcPr>
            <w:tcW w:w="4927" w:type="dxa"/>
          </w:tcPr>
          <w:p w:rsidR="00D80BAD" w:rsidRPr="00515637" w:rsidRDefault="00D80BAD" w:rsidP="0051563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515637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Губернатор </w:t>
            </w:r>
          </w:p>
          <w:p w:rsidR="00D80BAD" w:rsidRPr="00515637" w:rsidRDefault="00D80BAD" w:rsidP="00515637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15637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D80BAD" w:rsidRPr="00515637" w:rsidRDefault="00D80BAD" w:rsidP="0051563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80BAD" w:rsidRPr="00515637" w:rsidRDefault="00D80BAD" w:rsidP="0051563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15637"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D80BAD" w:rsidRPr="00A33F1D" w:rsidRDefault="00D80BAD" w:rsidP="00A966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D80BAD" w:rsidRPr="00A33F1D" w:rsidSect="00CF75C7">
      <w:footerReference w:type="even" r:id="rId7"/>
      <w:footerReference w:type="default" r:id="rId8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BAD" w:rsidRDefault="00D80BAD">
      <w:r>
        <w:separator/>
      </w:r>
    </w:p>
  </w:endnote>
  <w:endnote w:type="continuationSeparator" w:id="0">
    <w:p w:rsidR="00D80BAD" w:rsidRDefault="00D80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AD" w:rsidRDefault="00D80B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0BAD" w:rsidRDefault="00D80BA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AD" w:rsidRPr="000667A6" w:rsidRDefault="00D80BAD">
    <w:pPr>
      <w:pStyle w:val="Footer"/>
      <w:framePr w:wrap="around" w:vAnchor="text" w:hAnchor="margin" w:xAlign="right" w:y="1"/>
      <w:rPr>
        <w:rStyle w:val="PageNumber"/>
      </w:rPr>
    </w:pPr>
    <w:r w:rsidRPr="000667A6">
      <w:rPr>
        <w:rStyle w:val="PageNumber"/>
      </w:rPr>
      <w:fldChar w:fldCharType="begin"/>
    </w:r>
    <w:r w:rsidRPr="000667A6">
      <w:rPr>
        <w:rStyle w:val="PageNumber"/>
      </w:rPr>
      <w:instrText xml:space="preserve">PAGE  </w:instrText>
    </w:r>
    <w:r w:rsidRPr="000667A6">
      <w:rPr>
        <w:rStyle w:val="PageNumber"/>
      </w:rPr>
      <w:fldChar w:fldCharType="separate"/>
    </w:r>
    <w:r>
      <w:rPr>
        <w:rStyle w:val="PageNumber"/>
        <w:noProof/>
      </w:rPr>
      <w:t>2</w:t>
    </w:r>
    <w:r w:rsidRPr="000667A6">
      <w:rPr>
        <w:rStyle w:val="PageNumber"/>
      </w:rPr>
      <w:fldChar w:fldCharType="end"/>
    </w:r>
  </w:p>
  <w:p w:rsidR="00D80BAD" w:rsidRDefault="00D80BAD" w:rsidP="006C47C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BAD" w:rsidRDefault="00D80BAD">
      <w:r>
        <w:separator/>
      </w:r>
    </w:p>
  </w:footnote>
  <w:footnote w:type="continuationSeparator" w:id="0">
    <w:p w:rsidR="00D80BAD" w:rsidRDefault="00D80B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22"/>
  </w:num>
  <w:num w:numId="5">
    <w:abstractNumId w:val="13"/>
  </w:num>
  <w:num w:numId="6">
    <w:abstractNumId w:val="26"/>
  </w:num>
  <w:num w:numId="7">
    <w:abstractNumId w:val="9"/>
  </w:num>
  <w:num w:numId="8">
    <w:abstractNumId w:val="19"/>
  </w:num>
  <w:num w:numId="9">
    <w:abstractNumId w:val="3"/>
  </w:num>
  <w:num w:numId="10">
    <w:abstractNumId w:val="4"/>
  </w:num>
  <w:num w:numId="11">
    <w:abstractNumId w:val="7"/>
  </w:num>
  <w:num w:numId="12">
    <w:abstractNumId w:val="25"/>
  </w:num>
  <w:num w:numId="13">
    <w:abstractNumId w:val="2"/>
  </w:num>
  <w:num w:numId="14">
    <w:abstractNumId w:val="12"/>
  </w:num>
  <w:num w:numId="15">
    <w:abstractNumId w:val="14"/>
  </w:num>
  <w:num w:numId="16">
    <w:abstractNumId w:val="21"/>
  </w:num>
  <w:num w:numId="17">
    <w:abstractNumId w:val="10"/>
  </w:num>
  <w:num w:numId="18">
    <w:abstractNumId w:val="16"/>
  </w:num>
  <w:num w:numId="19">
    <w:abstractNumId w:val="1"/>
  </w:num>
  <w:num w:numId="20">
    <w:abstractNumId w:val="23"/>
  </w:num>
  <w:num w:numId="21">
    <w:abstractNumId w:val="6"/>
  </w:num>
  <w:num w:numId="22">
    <w:abstractNumId w:val="18"/>
  </w:num>
  <w:num w:numId="23">
    <w:abstractNumId w:val="24"/>
  </w:num>
  <w:num w:numId="24">
    <w:abstractNumId w:val="8"/>
  </w:num>
  <w:num w:numId="25">
    <w:abstractNumId w:val="5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3DDA"/>
    <w:rsid w:val="000249B6"/>
    <w:rsid w:val="000249E1"/>
    <w:rsid w:val="00024A89"/>
    <w:rsid w:val="00024DAC"/>
    <w:rsid w:val="0002546C"/>
    <w:rsid w:val="00025A1B"/>
    <w:rsid w:val="00025AAB"/>
    <w:rsid w:val="00025F5F"/>
    <w:rsid w:val="000268BA"/>
    <w:rsid w:val="00026A90"/>
    <w:rsid w:val="000272B9"/>
    <w:rsid w:val="00027407"/>
    <w:rsid w:val="000274F5"/>
    <w:rsid w:val="00027A9B"/>
    <w:rsid w:val="000301EB"/>
    <w:rsid w:val="00030369"/>
    <w:rsid w:val="0003109E"/>
    <w:rsid w:val="00031105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207"/>
    <w:rsid w:val="00040DEC"/>
    <w:rsid w:val="00041B04"/>
    <w:rsid w:val="000427B7"/>
    <w:rsid w:val="00042A3B"/>
    <w:rsid w:val="00042B3B"/>
    <w:rsid w:val="00042C3B"/>
    <w:rsid w:val="00042C76"/>
    <w:rsid w:val="000434F3"/>
    <w:rsid w:val="000437CF"/>
    <w:rsid w:val="000438A0"/>
    <w:rsid w:val="00043D96"/>
    <w:rsid w:val="00043E5D"/>
    <w:rsid w:val="00045C6B"/>
    <w:rsid w:val="0004710C"/>
    <w:rsid w:val="0004712F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71B3"/>
    <w:rsid w:val="00057DA6"/>
    <w:rsid w:val="0006021B"/>
    <w:rsid w:val="00060806"/>
    <w:rsid w:val="000609AA"/>
    <w:rsid w:val="000615D0"/>
    <w:rsid w:val="00061E9E"/>
    <w:rsid w:val="00063088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FA0"/>
    <w:rsid w:val="000721F9"/>
    <w:rsid w:val="0007299E"/>
    <w:rsid w:val="00072B58"/>
    <w:rsid w:val="00072D4B"/>
    <w:rsid w:val="000735E1"/>
    <w:rsid w:val="00074609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87CA6"/>
    <w:rsid w:val="00090539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E23"/>
    <w:rsid w:val="000B6FCA"/>
    <w:rsid w:val="000B6FE3"/>
    <w:rsid w:val="000B70C2"/>
    <w:rsid w:val="000C01E2"/>
    <w:rsid w:val="000C07DF"/>
    <w:rsid w:val="000C09F1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CCE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61C5"/>
    <w:rsid w:val="000E6AB9"/>
    <w:rsid w:val="000E7122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32BC"/>
    <w:rsid w:val="001134CE"/>
    <w:rsid w:val="00113923"/>
    <w:rsid w:val="00113DAA"/>
    <w:rsid w:val="00113E71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D61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7A55"/>
    <w:rsid w:val="00127AE6"/>
    <w:rsid w:val="001317D1"/>
    <w:rsid w:val="00133B8C"/>
    <w:rsid w:val="00133E20"/>
    <w:rsid w:val="0013459A"/>
    <w:rsid w:val="00134E99"/>
    <w:rsid w:val="00135EDC"/>
    <w:rsid w:val="00136AE3"/>
    <w:rsid w:val="00136D77"/>
    <w:rsid w:val="00136EE7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F76"/>
    <w:rsid w:val="00167731"/>
    <w:rsid w:val="0017185F"/>
    <w:rsid w:val="001725AB"/>
    <w:rsid w:val="00172E54"/>
    <w:rsid w:val="001731FB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1F67"/>
    <w:rsid w:val="0018241E"/>
    <w:rsid w:val="001829C8"/>
    <w:rsid w:val="00183E95"/>
    <w:rsid w:val="001852B4"/>
    <w:rsid w:val="00185416"/>
    <w:rsid w:val="00185654"/>
    <w:rsid w:val="001858C0"/>
    <w:rsid w:val="0018651C"/>
    <w:rsid w:val="0018699E"/>
    <w:rsid w:val="001870D3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5FE0"/>
    <w:rsid w:val="001A60E0"/>
    <w:rsid w:val="001A6238"/>
    <w:rsid w:val="001A6C01"/>
    <w:rsid w:val="001A6F41"/>
    <w:rsid w:val="001A6F7B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6AF9"/>
    <w:rsid w:val="001B6DC0"/>
    <w:rsid w:val="001B716F"/>
    <w:rsid w:val="001B784E"/>
    <w:rsid w:val="001B7AA5"/>
    <w:rsid w:val="001B7D5F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AFD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F2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4742"/>
    <w:rsid w:val="002151AA"/>
    <w:rsid w:val="0021577B"/>
    <w:rsid w:val="00215C10"/>
    <w:rsid w:val="00215FB2"/>
    <w:rsid w:val="00216012"/>
    <w:rsid w:val="0021603B"/>
    <w:rsid w:val="00216056"/>
    <w:rsid w:val="00216674"/>
    <w:rsid w:val="00216A08"/>
    <w:rsid w:val="002175A5"/>
    <w:rsid w:val="00217A0A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4B68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0E90"/>
    <w:rsid w:val="002313F0"/>
    <w:rsid w:val="00231496"/>
    <w:rsid w:val="00231A99"/>
    <w:rsid w:val="00231B14"/>
    <w:rsid w:val="00231CC6"/>
    <w:rsid w:val="0023234D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113D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322C"/>
    <w:rsid w:val="00263421"/>
    <w:rsid w:val="00263E9F"/>
    <w:rsid w:val="002641C6"/>
    <w:rsid w:val="00264DE1"/>
    <w:rsid w:val="0026562B"/>
    <w:rsid w:val="00265C0C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779"/>
    <w:rsid w:val="002808EF"/>
    <w:rsid w:val="00280947"/>
    <w:rsid w:val="002821CB"/>
    <w:rsid w:val="0028242B"/>
    <w:rsid w:val="00282C76"/>
    <w:rsid w:val="00284039"/>
    <w:rsid w:val="002844CE"/>
    <w:rsid w:val="00284D88"/>
    <w:rsid w:val="00285655"/>
    <w:rsid w:val="00285B25"/>
    <w:rsid w:val="00285D4F"/>
    <w:rsid w:val="002862CF"/>
    <w:rsid w:val="00290961"/>
    <w:rsid w:val="00291277"/>
    <w:rsid w:val="0029196F"/>
    <w:rsid w:val="00291EC1"/>
    <w:rsid w:val="0029244E"/>
    <w:rsid w:val="002925F3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211F"/>
    <w:rsid w:val="002A25A3"/>
    <w:rsid w:val="002A2CA4"/>
    <w:rsid w:val="002A399A"/>
    <w:rsid w:val="002A4B20"/>
    <w:rsid w:val="002A59EA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851"/>
    <w:rsid w:val="002C28A5"/>
    <w:rsid w:val="002C2FDC"/>
    <w:rsid w:val="002C3935"/>
    <w:rsid w:val="002C42AB"/>
    <w:rsid w:val="002C5140"/>
    <w:rsid w:val="002C599A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48D"/>
    <w:rsid w:val="002E2E69"/>
    <w:rsid w:val="002E3665"/>
    <w:rsid w:val="002E3E31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9AA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D11"/>
    <w:rsid w:val="003171AF"/>
    <w:rsid w:val="00317882"/>
    <w:rsid w:val="003201A4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79E7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4FCC"/>
    <w:rsid w:val="0033526D"/>
    <w:rsid w:val="00335505"/>
    <w:rsid w:val="00335C77"/>
    <w:rsid w:val="00336B94"/>
    <w:rsid w:val="00337262"/>
    <w:rsid w:val="003373EB"/>
    <w:rsid w:val="003410D1"/>
    <w:rsid w:val="0034218C"/>
    <w:rsid w:val="00343D56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5C2A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022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529A"/>
    <w:rsid w:val="0037530D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FD4"/>
    <w:rsid w:val="00391039"/>
    <w:rsid w:val="003910F8"/>
    <w:rsid w:val="003914E5"/>
    <w:rsid w:val="00391E53"/>
    <w:rsid w:val="003926BA"/>
    <w:rsid w:val="00392C04"/>
    <w:rsid w:val="00392EC6"/>
    <w:rsid w:val="003942F3"/>
    <w:rsid w:val="00394EE4"/>
    <w:rsid w:val="00395DA2"/>
    <w:rsid w:val="0039656B"/>
    <w:rsid w:val="00396582"/>
    <w:rsid w:val="00396C2D"/>
    <w:rsid w:val="00397278"/>
    <w:rsid w:val="003972E0"/>
    <w:rsid w:val="003A1A26"/>
    <w:rsid w:val="003A1D17"/>
    <w:rsid w:val="003A256C"/>
    <w:rsid w:val="003A2BB5"/>
    <w:rsid w:val="003A2DC5"/>
    <w:rsid w:val="003A3D77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F8E"/>
    <w:rsid w:val="003C2104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5157"/>
    <w:rsid w:val="003D683E"/>
    <w:rsid w:val="003D721F"/>
    <w:rsid w:val="003D7381"/>
    <w:rsid w:val="003D7392"/>
    <w:rsid w:val="003D7A01"/>
    <w:rsid w:val="003D7FE5"/>
    <w:rsid w:val="003E036E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F0"/>
    <w:rsid w:val="00401B56"/>
    <w:rsid w:val="004023C6"/>
    <w:rsid w:val="004024C2"/>
    <w:rsid w:val="00402DC7"/>
    <w:rsid w:val="004031BE"/>
    <w:rsid w:val="00403879"/>
    <w:rsid w:val="00404107"/>
    <w:rsid w:val="00404262"/>
    <w:rsid w:val="004045F4"/>
    <w:rsid w:val="00407FC3"/>
    <w:rsid w:val="00410423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201E5"/>
    <w:rsid w:val="0042055B"/>
    <w:rsid w:val="00420C6E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2C21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4549"/>
    <w:rsid w:val="0044587E"/>
    <w:rsid w:val="004462F6"/>
    <w:rsid w:val="004471B5"/>
    <w:rsid w:val="00447251"/>
    <w:rsid w:val="00447E78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BC1"/>
    <w:rsid w:val="00454C5B"/>
    <w:rsid w:val="00454D09"/>
    <w:rsid w:val="00455153"/>
    <w:rsid w:val="00455445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1F43"/>
    <w:rsid w:val="0047224A"/>
    <w:rsid w:val="00472D23"/>
    <w:rsid w:val="00472D65"/>
    <w:rsid w:val="00473BF6"/>
    <w:rsid w:val="004743AE"/>
    <w:rsid w:val="00474FDD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F13"/>
    <w:rsid w:val="00492338"/>
    <w:rsid w:val="00493323"/>
    <w:rsid w:val="004941E3"/>
    <w:rsid w:val="004941E6"/>
    <w:rsid w:val="00494A4A"/>
    <w:rsid w:val="00494D23"/>
    <w:rsid w:val="00494F99"/>
    <w:rsid w:val="00497944"/>
    <w:rsid w:val="004A0649"/>
    <w:rsid w:val="004A0916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484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52BA"/>
    <w:rsid w:val="004B63D8"/>
    <w:rsid w:val="004B6869"/>
    <w:rsid w:val="004B69A0"/>
    <w:rsid w:val="004C16A3"/>
    <w:rsid w:val="004C260F"/>
    <w:rsid w:val="004C4D41"/>
    <w:rsid w:val="004C5672"/>
    <w:rsid w:val="004C5B64"/>
    <w:rsid w:val="004C5DBC"/>
    <w:rsid w:val="004C607F"/>
    <w:rsid w:val="004C68AD"/>
    <w:rsid w:val="004C6995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EA4"/>
    <w:rsid w:val="004E1F77"/>
    <w:rsid w:val="004E2106"/>
    <w:rsid w:val="004E27FB"/>
    <w:rsid w:val="004E2B20"/>
    <w:rsid w:val="004E2C33"/>
    <w:rsid w:val="004E2C5C"/>
    <w:rsid w:val="004E2E6E"/>
    <w:rsid w:val="004E52B5"/>
    <w:rsid w:val="004E5A9F"/>
    <w:rsid w:val="004E63AB"/>
    <w:rsid w:val="004E6E44"/>
    <w:rsid w:val="004F0084"/>
    <w:rsid w:val="004F0849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500269"/>
    <w:rsid w:val="00500CC1"/>
    <w:rsid w:val="00501019"/>
    <w:rsid w:val="00502A01"/>
    <w:rsid w:val="00503213"/>
    <w:rsid w:val="00503289"/>
    <w:rsid w:val="005032DB"/>
    <w:rsid w:val="00504080"/>
    <w:rsid w:val="005045DB"/>
    <w:rsid w:val="005048A9"/>
    <w:rsid w:val="00504F91"/>
    <w:rsid w:val="005057F2"/>
    <w:rsid w:val="0050626E"/>
    <w:rsid w:val="00507F21"/>
    <w:rsid w:val="005102F2"/>
    <w:rsid w:val="00510B8A"/>
    <w:rsid w:val="00511C24"/>
    <w:rsid w:val="005120F7"/>
    <w:rsid w:val="00512415"/>
    <w:rsid w:val="0051254B"/>
    <w:rsid w:val="00512A07"/>
    <w:rsid w:val="00512DCE"/>
    <w:rsid w:val="00512FE7"/>
    <w:rsid w:val="00513426"/>
    <w:rsid w:val="00513BB6"/>
    <w:rsid w:val="005147D0"/>
    <w:rsid w:val="00514AA1"/>
    <w:rsid w:val="00514AE9"/>
    <w:rsid w:val="00515637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C02"/>
    <w:rsid w:val="00521DA7"/>
    <w:rsid w:val="0052232F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31FC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AEA"/>
    <w:rsid w:val="00552412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36C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6BD0"/>
    <w:rsid w:val="00576E36"/>
    <w:rsid w:val="0057726A"/>
    <w:rsid w:val="005773CF"/>
    <w:rsid w:val="005779E6"/>
    <w:rsid w:val="00577BCB"/>
    <w:rsid w:val="005800E6"/>
    <w:rsid w:val="00580574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E54"/>
    <w:rsid w:val="005A516C"/>
    <w:rsid w:val="005A51DD"/>
    <w:rsid w:val="005A5D42"/>
    <w:rsid w:val="005A6571"/>
    <w:rsid w:val="005A6602"/>
    <w:rsid w:val="005A67E5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464"/>
    <w:rsid w:val="005B4A12"/>
    <w:rsid w:val="005B4D13"/>
    <w:rsid w:val="005B5E90"/>
    <w:rsid w:val="005B63DB"/>
    <w:rsid w:val="005B6CDD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DEE"/>
    <w:rsid w:val="005D4C84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C13"/>
    <w:rsid w:val="005E4DEC"/>
    <w:rsid w:val="005E53F4"/>
    <w:rsid w:val="005E5B07"/>
    <w:rsid w:val="005E5FB3"/>
    <w:rsid w:val="005E71E4"/>
    <w:rsid w:val="005E7384"/>
    <w:rsid w:val="005F0996"/>
    <w:rsid w:val="005F1D41"/>
    <w:rsid w:val="005F1E3A"/>
    <w:rsid w:val="005F2618"/>
    <w:rsid w:val="005F33E9"/>
    <w:rsid w:val="005F4688"/>
    <w:rsid w:val="005F49E9"/>
    <w:rsid w:val="005F56AF"/>
    <w:rsid w:val="005F5E5A"/>
    <w:rsid w:val="005F60BD"/>
    <w:rsid w:val="005F6335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EE7"/>
    <w:rsid w:val="00615EB3"/>
    <w:rsid w:val="00616530"/>
    <w:rsid w:val="00616B99"/>
    <w:rsid w:val="00616E54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115C"/>
    <w:rsid w:val="00662592"/>
    <w:rsid w:val="0066261D"/>
    <w:rsid w:val="00663068"/>
    <w:rsid w:val="00663C01"/>
    <w:rsid w:val="00664073"/>
    <w:rsid w:val="0066410E"/>
    <w:rsid w:val="00665BA3"/>
    <w:rsid w:val="0066606D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A49"/>
    <w:rsid w:val="00682CCA"/>
    <w:rsid w:val="00683421"/>
    <w:rsid w:val="00683523"/>
    <w:rsid w:val="0068363F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10E3"/>
    <w:rsid w:val="006915B1"/>
    <w:rsid w:val="00691BB2"/>
    <w:rsid w:val="00692627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0C4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32C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875"/>
    <w:rsid w:val="006D1FB9"/>
    <w:rsid w:val="006D2116"/>
    <w:rsid w:val="006D2660"/>
    <w:rsid w:val="006D270F"/>
    <w:rsid w:val="006D2CBE"/>
    <w:rsid w:val="006D2CDC"/>
    <w:rsid w:val="006D3E1B"/>
    <w:rsid w:val="006D3FA9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5FD5"/>
    <w:rsid w:val="006E728D"/>
    <w:rsid w:val="006E7353"/>
    <w:rsid w:val="006E746B"/>
    <w:rsid w:val="006E79CE"/>
    <w:rsid w:val="006F0CA8"/>
    <w:rsid w:val="006F10B5"/>
    <w:rsid w:val="006F1594"/>
    <w:rsid w:val="006F1837"/>
    <w:rsid w:val="006F1D3B"/>
    <w:rsid w:val="006F1DB4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2813"/>
    <w:rsid w:val="007130E1"/>
    <w:rsid w:val="00714649"/>
    <w:rsid w:val="007147FC"/>
    <w:rsid w:val="007149AF"/>
    <w:rsid w:val="00714A2E"/>
    <w:rsid w:val="00714A85"/>
    <w:rsid w:val="00714BFA"/>
    <w:rsid w:val="00715307"/>
    <w:rsid w:val="007159E3"/>
    <w:rsid w:val="00715BD4"/>
    <w:rsid w:val="007162CE"/>
    <w:rsid w:val="00716C7E"/>
    <w:rsid w:val="007170DE"/>
    <w:rsid w:val="00717304"/>
    <w:rsid w:val="007175F3"/>
    <w:rsid w:val="007224C7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62C"/>
    <w:rsid w:val="00731E21"/>
    <w:rsid w:val="007328AF"/>
    <w:rsid w:val="00733987"/>
    <w:rsid w:val="00734165"/>
    <w:rsid w:val="00734248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3D1E"/>
    <w:rsid w:val="00775D9C"/>
    <w:rsid w:val="007760C7"/>
    <w:rsid w:val="007766F3"/>
    <w:rsid w:val="00776839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85B"/>
    <w:rsid w:val="007A1AE6"/>
    <w:rsid w:val="007A211B"/>
    <w:rsid w:val="007A2A23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280F"/>
    <w:rsid w:val="007B29B0"/>
    <w:rsid w:val="007B2A75"/>
    <w:rsid w:val="007B2B8A"/>
    <w:rsid w:val="007B2C14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4DF7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7296"/>
    <w:rsid w:val="007D7441"/>
    <w:rsid w:val="007E098F"/>
    <w:rsid w:val="007E17F5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41B1"/>
    <w:rsid w:val="007F5FEF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5131"/>
    <w:rsid w:val="008172C9"/>
    <w:rsid w:val="008177FE"/>
    <w:rsid w:val="00817DBE"/>
    <w:rsid w:val="008208E5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2FD2"/>
    <w:rsid w:val="00833BB2"/>
    <w:rsid w:val="008343EF"/>
    <w:rsid w:val="008346EE"/>
    <w:rsid w:val="00835866"/>
    <w:rsid w:val="00835CC6"/>
    <w:rsid w:val="00835F45"/>
    <w:rsid w:val="00835F47"/>
    <w:rsid w:val="0083664A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0AD3"/>
    <w:rsid w:val="00861276"/>
    <w:rsid w:val="0086217C"/>
    <w:rsid w:val="00862369"/>
    <w:rsid w:val="008627C8"/>
    <w:rsid w:val="0086290C"/>
    <w:rsid w:val="0086364D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07"/>
    <w:rsid w:val="0086724B"/>
    <w:rsid w:val="00867CB9"/>
    <w:rsid w:val="00871015"/>
    <w:rsid w:val="00871296"/>
    <w:rsid w:val="00872B17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E9B"/>
    <w:rsid w:val="008B37DB"/>
    <w:rsid w:val="008B3871"/>
    <w:rsid w:val="008B392B"/>
    <w:rsid w:val="008B3B56"/>
    <w:rsid w:val="008B3E5C"/>
    <w:rsid w:val="008B4CF8"/>
    <w:rsid w:val="008B5382"/>
    <w:rsid w:val="008B5C26"/>
    <w:rsid w:val="008B5D27"/>
    <w:rsid w:val="008B5F24"/>
    <w:rsid w:val="008B5F34"/>
    <w:rsid w:val="008B7B42"/>
    <w:rsid w:val="008C06D8"/>
    <w:rsid w:val="008C0763"/>
    <w:rsid w:val="008C0C01"/>
    <w:rsid w:val="008C1322"/>
    <w:rsid w:val="008C189B"/>
    <w:rsid w:val="008C2098"/>
    <w:rsid w:val="008C2385"/>
    <w:rsid w:val="008C2677"/>
    <w:rsid w:val="008C2716"/>
    <w:rsid w:val="008C2734"/>
    <w:rsid w:val="008C2F83"/>
    <w:rsid w:val="008C36B1"/>
    <w:rsid w:val="008C3F33"/>
    <w:rsid w:val="008C3F43"/>
    <w:rsid w:val="008C40FC"/>
    <w:rsid w:val="008C4D52"/>
    <w:rsid w:val="008C5429"/>
    <w:rsid w:val="008C67E7"/>
    <w:rsid w:val="008C73CA"/>
    <w:rsid w:val="008C75DB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7461"/>
    <w:rsid w:val="008E04A9"/>
    <w:rsid w:val="008E0835"/>
    <w:rsid w:val="008E1AA9"/>
    <w:rsid w:val="008E1B5E"/>
    <w:rsid w:val="008E2B90"/>
    <w:rsid w:val="008E32A8"/>
    <w:rsid w:val="008E38E6"/>
    <w:rsid w:val="008E3CB0"/>
    <w:rsid w:val="008E4699"/>
    <w:rsid w:val="008E47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1B9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F2"/>
    <w:rsid w:val="00906EAB"/>
    <w:rsid w:val="009101EF"/>
    <w:rsid w:val="00910DC5"/>
    <w:rsid w:val="0091105A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6D3"/>
    <w:rsid w:val="009428BC"/>
    <w:rsid w:val="00942F1B"/>
    <w:rsid w:val="00943248"/>
    <w:rsid w:val="009432C2"/>
    <w:rsid w:val="00943411"/>
    <w:rsid w:val="00944072"/>
    <w:rsid w:val="00944609"/>
    <w:rsid w:val="00944F9E"/>
    <w:rsid w:val="009453D3"/>
    <w:rsid w:val="00945953"/>
    <w:rsid w:val="00945E23"/>
    <w:rsid w:val="00946BA4"/>
    <w:rsid w:val="00952335"/>
    <w:rsid w:val="00952FED"/>
    <w:rsid w:val="009536B0"/>
    <w:rsid w:val="00953F14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917"/>
    <w:rsid w:val="009609BF"/>
    <w:rsid w:val="00960A74"/>
    <w:rsid w:val="00962799"/>
    <w:rsid w:val="00962B2B"/>
    <w:rsid w:val="00964038"/>
    <w:rsid w:val="00965560"/>
    <w:rsid w:val="00965D0F"/>
    <w:rsid w:val="0096661B"/>
    <w:rsid w:val="009673B9"/>
    <w:rsid w:val="009673C7"/>
    <w:rsid w:val="00967923"/>
    <w:rsid w:val="00967DAE"/>
    <w:rsid w:val="00967DE4"/>
    <w:rsid w:val="009702DD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C1A"/>
    <w:rsid w:val="00977F51"/>
    <w:rsid w:val="00980CE6"/>
    <w:rsid w:val="009813CD"/>
    <w:rsid w:val="00981CD8"/>
    <w:rsid w:val="00981E7F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99E"/>
    <w:rsid w:val="00986B6F"/>
    <w:rsid w:val="00987A6A"/>
    <w:rsid w:val="00987B86"/>
    <w:rsid w:val="009922AE"/>
    <w:rsid w:val="00992999"/>
    <w:rsid w:val="00992EF6"/>
    <w:rsid w:val="0099362F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49C8"/>
    <w:rsid w:val="009B546C"/>
    <w:rsid w:val="009B55C0"/>
    <w:rsid w:val="009B6125"/>
    <w:rsid w:val="009B66C8"/>
    <w:rsid w:val="009B6D57"/>
    <w:rsid w:val="009B7033"/>
    <w:rsid w:val="009C0176"/>
    <w:rsid w:val="009C0B0F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8B"/>
    <w:rsid w:val="009D4FC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589F"/>
    <w:rsid w:val="009E6ABD"/>
    <w:rsid w:val="009E6E48"/>
    <w:rsid w:val="009E77E4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9C"/>
    <w:rsid w:val="00A040EE"/>
    <w:rsid w:val="00A04258"/>
    <w:rsid w:val="00A04F2D"/>
    <w:rsid w:val="00A05501"/>
    <w:rsid w:val="00A05AAC"/>
    <w:rsid w:val="00A05F04"/>
    <w:rsid w:val="00A064D9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2F6B"/>
    <w:rsid w:val="00A141F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68D2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EA8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059"/>
    <w:rsid w:val="00A64C16"/>
    <w:rsid w:val="00A6509C"/>
    <w:rsid w:val="00A65A16"/>
    <w:rsid w:val="00A65F18"/>
    <w:rsid w:val="00A66073"/>
    <w:rsid w:val="00A663CC"/>
    <w:rsid w:val="00A6642E"/>
    <w:rsid w:val="00A669D3"/>
    <w:rsid w:val="00A66CE4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C7"/>
    <w:rsid w:val="00A83052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F38"/>
    <w:rsid w:val="00A90670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BA"/>
    <w:rsid w:val="00AC3944"/>
    <w:rsid w:val="00AC4085"/>
    <w:rsid w:val="00AC4120"/>
    <w:rsid w:val="00AC4553"/>
    <w:rsid w:val="00AC4FD8"/>
    <w:rsid w:val="00AC5773"/>
    <w:rsid w:val="00AC5A16"/>
    <w:rsid w:val="00AC611A"/>
    <w:rsid w:val="00AC6AA5"/>
    <w:rsid w:val="00AC7DDF"/>
    <w:rsid w:val="00AC7EB6"/>
    <w:rsid w:val="00AD1A73"/>
    <w:rsid w:val="00AD1C6F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F03C0"/>
    <w:rsid w:val="00AF07BA"/>
    <w:rsid w:val="00AF0C5B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4A8"/>
    <w:rsid w:val="00B06DF9"/>
    <w:rsid w:val="00B07A8C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5B1A"/>
    <w:rsid w:val="00B2691C"/>
    <w:rsid w:val="00B26A46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3BA8"/>
    <w:rsid w:val="00B444C0"/>
    <w:rsid w:val="00B44EA5"/>
    <w:rsid w:val="00B44EB3"/>
    <w:rsid w:val="00B45E47"/>
    <w:rsid w:val="00B46CD4"/>
    <w:rsid w:val="00B47412"/>
    <w:rsid w:val="00B4778E"/>
    <w:rsid w:val="00B47D3F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2768"/>
    <w:rsid w:val="00B62B98"/>
    <w:rsid w:val="00B64D83"/>
    <w:rsid w:val="00B65A72"/>
    <w:rsid w:val="00B65D34"/>
    <w:rsid w:val="00B65D76"/>
    <w:rsid w:val="00B6609F"/>
    <w:rsid w:val="00B66A37"/>
    <w:rsid w:val="00B67232"/>
    <w:rsid w:val="00B675BC"/>
    <w:rsid w:val="00B67B05"/>
    <w:rsid w:val="00B7032C"/>
    <w:rsid w:val="00B70E38"/>
    <w:rsid w:val="00B70E3E"/>
    <w:rsid w:val="00B71E0B"/>
    <w:rsid w:val="00B71F78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C50"/>
    <w:rsid w:val="00B80C9F"/>
    <w:rsid w:val="00B812A8"/>
    <w:rsid w:val="00B81B6F"/>
    <w:rsid w:val="00B81EA3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0D08"/>
    <w:rsid w:val="00B9104C"/>
    <w:rsid w:val="00B925C2"/>
    <w:rsid w:val="00B92AB8"/>
    <w:rsid w:val="00B92B35"/>
    <w:rsid w:val="00B93B77"/>
    <w:rsid w:val="00B93BD2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DD1"/>
    <w:rsid w:val="00BA4854"/>
    <w:rsid w:val="00BA4CF8"/>
    <w:rsid w:val="00BA54B7"/>
    <w:rsid w:val="00BA61D5"/>
    <w:rsid w:val="00BA6D63"/>
    <w:rsid w:val="00BA6F08"/>
    <w:rsid w:val="00BA7E60"/>
    <w:rsid w:val="00BA7F38"/>
    <w:rsid w:val="00BB0653"/>
    <w:rsid w:val="00BB0768"/>
    <w:rsid w:val="00BB1101"/>
    <w:rsid w:val="00BB14F1"/>
    <w:rsid w:val="00BB2651"/>
    <w:rsid w:val="00BB2702"/>
    <w:rsid w:val="00BB2A91"/>
    <w:rsid w:val="00BB4CBE"/>
    <w:rsid w:val="00BB4DAC"/>
    <w:rsid w:val="00BB51A0"/>
    <w:rsid w:val="00BB655A"/>
    <w:rsid w:val="00BB6869"/>
    <w:rsid w:val="00BB68C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CDF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6742"/>
    <w:rsid w:val="00BD73AF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702"/>
    <w:rsid w:val="00BE5905"/>
    <w:rsid w:val="00BE6674"/>
    <w:rsid w:val="00BE687C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BB2"/>
    <w:rsid w:val="00BF4C24"/>
    <w:rsid w:val="00BF4C79"/>
    <w:rsid w:val="00BF5367"/>
    <w:rsid w:val="00BF5601"/>
    <w:rsid w:val="00BF5B9A"/>
    <w:rsid w:val="00BF5FA1"/>
    <w:rsid w:val="00BF63E8"/>
    <w:rsid w:val="00BF72C9"/>
    <w:rsid w:val="00BF7E4E"/>
    <w:rsid w:val="00C001CD"/>
    <w:rsid w:val="00C005CB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511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C12"/>
    <w:rsid w:val="00C46D81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3CE3"/>
    <w:rsid w:val="00C64411"/>
    <w:rsid w:val="00C64AD5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3E9F"/>
    <w:rsid w:val="00C84556"/>
    <w:rsid w:val="00C85893"/>
    <w:rsid w:val="00C867FE"/>
    <w:rsid w:val="00C86DB6"/>
    <w:rsid w:val="00C900F5"/>
    <w:rsid w:val="00C90265"/>
    <w:rsid w:val="00C907B9"/>
    <w:rsid w:val="00C92338"/>
    <w:rsid w:val="00C92841"/>
    <w:rsid w:val="00C94128"/>
    <w:rsid w:val="00C94157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43BC"/>
    <w:rsid w:val="00CA4494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B65"/>
    <w:rsid w:val="00CB3CB6"/>
    <w:rsid w:val="00CB434B"/>
    <w:rsid w:val="00CB4BE9"/>
    <w:rsid w:val="00CB502B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220"/>
    <w:rsid w:val="00CE1333"/>
    <w:rsid w:val="00CE1B63"/>
    <w:rsid w:val="00CE1EB9"/>
    <w:rsid w:val="00CE1EBB"/>
    <w:rsid w:val="00CE2BBF"/>
    <w:rsid w:val="00CE2E2C"/>
    <w:rsid w:val="00CE2E3B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7500"/>
    <w:rsid w:val="00CF75C7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07E2E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7520"/>
    <w:rsid w:val="00D278BD"/>
    <w:rsid w:val="00D27C3F"/>
    <w:rsid w:val="00D27CB8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FEB"/>
    <w:rsid w:val="00D52110"/>
    <w:rsid w:val="00D52850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5272"/>
    <w:rsid w:val="00D66134"/>
    <w:rsid w:val="00D665FE"/>
    <w:rsid w:val="00D666E6"/>
    <w:rsid w:val="00D66A79"/>
    <w:rsid w:val="00D671C5"/>
    <w:rsid w:val="00D70114"/>
    <w:rsid w:val="00D70135"/>
    <w:rsid w:val="00D7036D"/>
    <w:rsid w:val="00D703F9"/>
    <w:rsid w:val="00D71765"/>
    <w:rsid w:val="00D719B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0BAD"/>
    <w:rsid w:val="00D82A57"/>
    <w:rsid w:val="00D82FAA"/>
    <w:rsid w:val="00D8398A"/>
    <w:rsid w:val="00D83FF6"/>
    <w:rsid w:val="00D840AA"/>
    <w:rsid w:val="00D8463D"/>
    <w:rsid w:val="00D84789"/>
    <w:rsid w:val="00D8492B"/>
    <w:rsid w:val="00D861C6"/>
    <w:rsid w:val="00D86335"/>
    <w:rsid w:val="00D867DD"/>
    <w:rsid w:val="00D86939"/>
    <w:rsid w:val="00D869E0"/>
    <w:rsid w:val="00D86EB2"/>
    <w:rsid w:val="00D86FE1"/>
    <w:rsid w:val="00D878B3"/>
    <w:rsid w:val="00D87CB8"/>
    <w:rsid w:val="00D87D81"/>
    <w:rsid w:val="00D87F5B"/>
    <w:rsid w:val="00D90317"/>
    <w:rsid w:val="00D90500"/>
    <w:rsid w:val="00D90FBD"/>
    <w:rsid w:val="00D916BE"/>
    <w:rsid w:val="00D92099"/>
    <w:rsid w:val="00D9313B"/>
    <w:rsid w:val="00D93353"/>
    <w:rsid w:val="00D93CB3"/>
    <w:rsid w:val="00D94041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9D8"/>
    <w:rsid w:val="00DC3B50"/>
    <w:rsid w:val="00DC3EAF"/>
    <w:rsid w:val="00DC4489"/>
    <w:rsid w:val="00DC4B61"/>
    <w:rsid w:val="00DC597B"/>
    <w:rsid w:val="00DC614C"/>
    <w:rsid w:val="00DC6C9C"/>
    <w:rsid w:val="00DC734B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2BF6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C4D"/>
    <w:rsid w:val="00E22208"/>
    <w:rsid w:val="00E22343"/>
    <w:rsid w:val="00E2296D"/>
    <w:rsid w:val="00E22A02"/>
    <w:rsid w:val="00E22F02"/>
    <w:rsid w:val="00E236D4"/>
    <w:rsid w:val="00E2422F"/>
    <w:rsid w:val="00E263D1"/>
    <w:rsid w:val="00E263FA"/>
    <w:rsid w:val="00E26C39"/>
    <w:rsid w:val="00E271C7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F26"/>
    <w:rsid w:val="00E442DA"/>
    <w:rsid w:val="00E44CE3"/>
    <w:rsid w:val="00E44ECA"/>
    <w:rsid w:val="00E456A4"/>
    <w:rsid w:val="00E45CD0"/>
    <w:rsid w:val="00E45D91"/>
    <w:rsid w:val="00E45EC8"/>
    <w:rsid w:val="00E46C50"/>
    <w:rsid w:val="00E47CF2"/>
    <w:rsid w:val="00E5007D"/>
    <w:rsid w:val="00E503DB"/>
    <w:rsid w:val="00E50C90"/>
    <w:rsid w:val="00E517B4"/>
    <w:rsid w:val="00E518AD"/>
    <w:rsid w:val="00E51903"/>
    <w:rsid w:val="00E52DF7"/>
    <w:rsid w:val="00E5439A"/>
    <w:rsid w:val="00E54B7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57EFC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BF5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23E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97B41"/>
    <w:rsid w:val="00EA1419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681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B0C26"/>
    <w:rsid w:val="00EB0D2A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751"/>
    <w:rsid w:val="00EC497F"/>
    <w:rsid w:val="00EC55AB"/>
    <w:rsid w:val="00EC638D"/>
    <w:rsid w:val="00EC672D"/>
    <w:rsid w:val="00EC6CC4"/>
    <w:rsid w:val="00EC74C1"/>
    <w:rsid w:val="00EC7C52"/>
    <w:rsid w:val="00ED0706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1AE9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E96"/>
    <w:rsid w:val="00EF6025"/>
    <w:rsid w:val="00EF617C"/>
    <w:rsid w:val="00EF6729"/>
    <w:rsid w:val="00EF6A6E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A1"/>
    <w:rsid w:val="00F222EF"/>
    <w:rsid w:val="00F22870"/>
    <w:rsid w:val="00F239A9"/>
    <w:rsid w:val="00F24111"/>
    <w:rsid w:val="00F257E2"/>
    <w:rsid w:val="00F259CC"/>
    <w:rsid w:val="00F26D61"/>
    <w:rsid w:val="00F270EB"/>
    <w:rsid w:val="00F27225"/>
    <w:rsid w:val="00F27B51"/>
    <w:rsid w:val="00F306BA"/>
    <w:rsid w:val="00F309C0"/>
    <w:rsid w:val="00F30A86"/>
    <w:rsid w:val="00F31FB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F8A"/>
    <w:rsid w:val="00F571FA"/>
    <w:rsid w:val="00F572DF"/>
    <w:rsid w:val="00F57F67"/>
    <w:rsid w:val="00F6027B"/>
    <w:rsid w:val="00F60AB4"/>
    <w:rsid w:val="00F60B8D"/>
    <w:rsid w:val="00F60E6B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62BC"/>
    <w:rsid w:val="00F67D57"/>
    <w:rsid w:val="00F701BA"/>
    <w:rsid w:val="00F70503"/>
    <w:rsid w:val="00F705F8"/>
    <w:rsid w:val="00F706DC"/>
    <w:rsid w:val="00F71A54"/>
    <w:rsid w:val="00F72001"/>
    <w:rsid w:val="00F725C2"/>
    <w:rsid w:val="00F7364B"/>
    <w:rsid w:val="00F74946"/>
    <w:rsid w:val="00F74C43"/>
    <w:rsid w:val="00F752D8"/>
    <w:rsid w:val="00F75DEB"/>
    <w:rsid w:val="00F76699"/>
    <w:rsid w:val="00F76715"/>
    <w:rsid w:val="00F76ECB"/>
    <w:rsid w:val="00F76F85"/>
    <w:rsid w:val="00F7715B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0FBF"/>
    <w:rsid w:val="00F9212D"/>
    <w:rsid w:val="00F92143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5F6"/>
    <w:rsid w:val="00FA63EA"/>
    <w:rsid w:val="00FA7B28"/>
    <w:rsid w:val="00FA7B83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25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675B"/>
    <w:pPr>
      <w:keepNext/>
      <w:jc w:val="right"/>
      <w:outlineLvl w:val="0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675B"/>
    <w:rPr>
      <w:rFonts w:cs="Times New Roman"/>
      <w:snapToGrid w:val="0"/>
      <w:sz w:val="28"/>
    </w:rPr>
  </w:style>
  <w:style w:type="paragraph" w:customStyle="1" w:styleId="ConsPlusNormal">
    <w:name w:val="ConsPlusNormal"/>
    <w:uiPriority w:val="99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7248B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7248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042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248B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04258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A04258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7248B"/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A0425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248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74D8"/>
    <w:rPr>
      <w:rFonts w:ascii="Tahoma" w:hAnsi="Tahoma" w:cs="Tahoma"/>
      <w:sz w:val="16"/>
      <w:szCs w:val="16"/>
    </w:rPr>
  </w:style>
  <w:style w:type="paragraph" w:customStyle="1" w:styleId="1">
    <w:name w:val="Знак1"/>
    <w:basedOn w:val="Normal"/>
    <w:next w:val="Normal"/>
    <w:uiPriority w:val="99"/>
    <w:semiHidden/>
    <w:rsid w:val="00A04258"/>
    <w:pPr>
      <w:spacing w:after="160" w:line="240" w:lineRule="exact"/>
    </w:pPr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A042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4173F"/>
    <w:rPr>
      <w:rFonts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locked/>
    <w:rsid w:val="0041675B"/>
    <w:rPr>
      <w:rFonts w:cs="Times New Roman"/>
      <w:sz w:val="28"/>
    </w:rPr>
  </w:style>
  <w:style w:type="table" w:styleId="TableGrid">
    <w:name w:val="Table Grid"/>
    <w:basedOn w:val="TableNormal"/>
    <w:uiPriority w:val="99"/>
    <w:rsid w:val="001B6A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D73F03"/>
    <w:rPr>
      <w:rFonts w:cs="Times New Roman"/>
      <w:color w:val="0000FF"/>
      <w:u w:val="single"/>
    </w:rPr>
  </w:style>
  <w:style w:type="paragraph" w:styleId="Closing">
    <w:name w:val="Closing"/>
    <w:basedOn w:val="Normal"/>
    <w:link w:val="ClosingChar"/>
    <w:uiPriority w:val="99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CA0CDF"/>
    <w:rPr>
      <w:rFonts w:cs="Times New Roman"/>
    </w:rPr>
  </w:style>
  <w:style w:type="paragraph" w:styleId="ListParagraph">
    <w:name w:val="List Paragraph"/>
    <w:basedOn w:val="Normal"/>
    <w:uiPriority w:val="99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16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329</Words>
  <Characters>1876</Characters>
  <Application>Microsoft Office Outlook</Application>
  <DocSecurity>0</DocSecurity>
  <Lines>0</Lines>
  <Paragraphs>0</Paragraphs>
  <ScaleCrop>false</ScaleCrop>
  <Company>МинФинЧО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subject/>
  <dc:creator>pg_bav</dc:creator>
  <cp:keywords/>
  <dc:description/>
  <cp:lastModifiedBy>Системный администратор</cp:lastModifiedBy>
  <cp:revision>5</cp:revision>
  <cp:lastPrinted>2016-04-13T13:22:00Z</cp:lastPrinted>
  <dcterms:created xsi:type="dcterms:W3CDTF">2016-04-20T03:25:00Z</dcterms:created>
  <dcterms:modified xsi:type="dcterms:W3CDTF">2016-06-06T10:19:00Z</dcterms:modified>
</cp:coreProperties>
</file>